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3E35" w14:paraId="7D5D201E" w14:textId="77777777" w:rsidTr="00146EEC">
        <w:tc>
          <w:tcPr>
            <w:tcW w:w="2689" w:type="dxa"/>
          </w:tcPr>
          <w:p w14:paraId="6FF8AB02" w14:textId="3037F2D9" w:rsidR="00F73E35" w:rsidRPr="00F73E35" w:rsidRDefault="00F73E35" w:rsidP="00F73E35">
            <w:pPr>
              <w:pStyle w:val="SIText"/>
            </w:pPr>
            <w:r w:rsidRPr="00F73E35">
              <w:t xml:space="preserve">Release </w:t>
            </w:r>
            <w:proofErr w:type="gramStart"/>
            <w:r w:rsidR="000D078A">
              <w:t>1</w:t>
            </w:r>
            <w:proofErr w:type="gramEnd"/>
          </w:p>
        </w:tc>
        <w:tc>
          <w:tcPr>
            <w:tcW w:w="6939" w:type="dxa"/>
          </w:tcPr>
          <w:p w14:paraId="31C56915" w14:textId="6FA86AA3" w:rsidR="00F73E35" w:rsidRPr="00F73E35" w:rsidRDefault="00F73E35" w:rsidP="00F73E35">
            <w:pPr>
              <w:pStyle w:val="SIText"/>
            </w:pPr>
            <w:r w:rsidRPr="00F73E35">
              <w:t xml:space="preserve">This version released with FWP Forest and Wood Products Training Package Version </w:t>
            </w:r>
            <w:r>
              <w:t>7</w:t>
            </w:r>
            <w:r w:rsidRPr="00F73E3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359307B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AC6316">
              <w:t>HAR</w:t>
            </w:r>
            <w:r w:rsidR="00C21DE1">
              <w:t>3</w:t>
            </w:r>
            <w:r w:rsidR="006E350E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524C191C" w:rsidR="00F1480E" w:rsidRPr="000754EC" w:rsidRDefault="007162DE" w:rsidP="000754EC">
            <w:pPr>
              <w:pStyle w:val="SIUnittitle"/>
            </w:pPr>
            <w:r>
              <w:t>C</w:t>
            </w:r>
            <w:r w:rsidR="00A02260" w:rsidRPr="00A02260">
              <w:t>oordinate log recovery (hook tender)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6BBBED" w14:textId="1718D015" w:rsidR="00A02260" w:rsidRPr="00A02260" w:rsidRDefault="00A02260" w:rsidP="00856E1A">
            <w:pPr>
              <w:pStyle w:val="SIText"/>
            </w:pPr>
            <w:r w:rsidRPr="00A02260">
              <w:t xml:space="preserve">This unit of competency describes the </w:t>
            </w:r>
            <w:r w:rsidR="00FC5E6C">
              <w:t>skills and knowledge</w:t>
            </w:r>
            <w:r w:rsidRPr="00A02260">
              <w:t xml:space="preserve"> </w:t>
            </w:r>
            <w:proofErr w:type="gramStart"/>
            <w:r w:rsidRPr="00A02260">
              <w:t>required</w:t>
            </w:r>
            <w:proofErr w:type="gramEnd"/>
            <w:r w:rsidRPr="00A02260">
              <w:t xml:space="preserve"> to coordinate operational planning and setting up of cable log recovery systems in a forest or farm forest setting, including coordinating and supervising rigging slingers, yarders, choker setters and chasers.</w:t>
            </w:r>
          </w:p>
          <w:p w14:paraId="7C155E18" w14:textId="77777777" w:rsidR="00A02260" w:rsidRPr="00A02260" w:rsidRDefault="00A02260" w:rsidP="00856E1A">
            <w:pPr>
              <w:pStyle w:val="SIText"/>
            </w:pPr>
          </w:p>
          <w:p w14:paraId="5AC7A73E" w14:textId="46F7B4A7" w:rsidR="00A02260" w:rsidRDefault="00A02260" w:rsidP="00856E1A">
            <w:pPr>
              <w:pStyle w:val="SIText"/>
            </w:pPr>
            <w:r w:rsidRPr="00A02260">
              <w:t xml:space="preserve">The unit applies to </w:t>
            </w:r>
            <w:r w:rsidR="00FC5E6C">
              <w:t xml:space="preserve">individuals </w:t>
            </w:r>
            <w:r w:rsidR="007F7C8A">
              <w:t xml:space="preserve">whose </w:t>
            </w:r>
            <w:r w:rsidRPr="00A02260">
              <w:t>job role</w:t>
            </w:r>
            <w:r w:rsidR="007F7C8A">
              <w:t xml:space="preserve"> includes </w:t>
            </w:r>
            <w:r w:rsidR="007F7C8A" w:rsidRPr="007F7C8A">
              <w:t>coordinat</w:t>
            </w:r>
            <w:r w:rsidR="00856E1A">
              <w:t>ing the</w:t>
            </w:r>
            <w:r w:rsidR="007F7C8A" w:rsidRPr="007F7C8A">
              <w:t xml:space="preserve"> operational planning and setting up of cable log recovery systems in a forest or farm forest setting</w:t>
            </w:r>
            <w:r w:rsidRPr="00A02260">
              <w:t>.</w:t>
            </w:r>
          </w:p>
          <w:p w14:paraId="32238E65" w14:textId="77777777" w:rsidR="00FC5E6C" w:rsidRPr="00A02260" w:rsidRDefault="00FC5E6C" w:rsidP="00856E1A">
            <w:pPr>
              <w:pStyle w:val="SIText"/>
            </w:pPr>
          </w:p>
          <w:p w14:paraId="3B428BCF" w14:textId="77777777" w:rsidR="00FC5E6C" w:rsidRPr="000D078A" w:rsidRDefault="00FC5E6C" w:rsidP="0018041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3867DE59" w14:textId="77777777" w:rsidR="00A02260" w:rsidRPr="00A02260" w:rsidRDefault="00A02260" w:rsidP="00856E1A">
            <w:pPr>
              <w:pStyle w:val="SIText"/>
            </w:pPr>
          </w:p>
          <w:p w14:paraId="034C6C33" w14:textId="63F9FE60" w:rsidR="00EA2FCF" w:rsidRPr="00444744" w:rsidRDefault="000E3053" w:rsidP="00444744">
            <w:pPr>
              <w:pStyle w:val="SIText"/>
            </w:pPr>
            <w:r w:rsidRPr="0044474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7DA451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3658A0B" w:rsidR="0039204B" w:rsidRPr="000754EC" w:rsidRDefault="00AC6316" w:rsidP="00BE0098">
            <w:pPr>
              <w:pStyle w:val="SIText"/>
            </w:pPr>
            <w:r>
              <w:t>Harvesting and Haulage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0226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17FC16E" w:rsidR="00A02260" w:rsidRPr="00A02260" w:rsidRDefault="00A02260" w:rsidP="00A02260">
            <w:pPr>
              <w:pStyle w:val="SIText"/>
            </w:pPr>
            <w:r w:rsidRPr="00A02260">
              <w:t>1. Prepare for hook tender operations</w:t>
            </w:r>
          </w:p>
        </w:tc>
        <w:tc>
          <w:tcPr>
            <w:tcW w:w="3604" w:type="pct"/>
            <w:shd w:val="clear" w:color="auto" w:fill="auto"/>
          </w:tcPr>
          <w:p w14:paraId="27DAB315" w14:textId="737B1D03" w:rsidR="002177F7" w:rsidRPr="002177F7" w:rsidRDefault="00A02260" w:rsidP="00444744">
            <w:pPr>
              <w:pStyle w:val="SIText"/>
            </w:pPr>
            <w:r w:rsidRPr="00A02260">
              <w:t xml:space="preserve">1.1 </w:t>
            </w:r>
            <w:r w:rsidR="00755C78">
              <w:t>D</w:t>
            </w:r>
            <w:r w:rsidR="00755C78" w:rsidRPr="002177F7">
              <w:t>etermine job requirements</w:t>
            </w:r>
            <w:r w:rsidR="00755C78" w:rsidRPr="00755C78">
              <w:t xml:space="preserve"> </w:t>
            </w:r>
            <w:r w:rsidR="00EA042B">
              <w:t xml:space="preserve">from </w:t>
            </w:r>
            <w:r w:rsidR="002177F7" w:rsidRPr="002177F7">
              <w:t xml:space="preserve">work order or instruction, and where required, seek clarification from appropriate </w:t>
            </w:r>
            <w:proofErr w:type="gramStart"/>
            <w:r w:rsidR="002177F7" w:rsidRPr="002177F7">
              <w:t>personnel</w:t>
            </w:r>
            <w:proofErr w:type="gramEnd"/>
          </w:p>
          <w:p w14:paraId="1D5D9793" w14:textId="77777777" w:rsidR="00444744" w:rsidRPr="000A7BF8" w:rsidRDefault="00444744" w:rsidP="00444744">
            <w:pPr>
              <w:pStyle w:val="SIText"/>
            </w:pPr>
            <w:r>
              <w:t xml:space="preserve">1.2 Confirm safety and environmental requirements for the task according to </w:t>
            </w:r>
            <w:r w:rsidRPr="000A7BF8">
              <w:t xml:space="preserve">workplace </w:t>
            </w:r>
            <w:proofErr w:type="gramStart"/>
            <w:r w:rsidRPr="000A7BF8">
              <w:t>procedures</w:t>
            </w:r>
            <w:proofErr w:type="gramEnd"/>
          </w:p>
          <w:p w14:paraId="6A5012BA" w14:textId="79A17B1C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3</w:t>
            </w:r>
            <w:r w:rsidRPr="002177F7">
              <w:t xml:space="preserve"> Identify, assess and take actions to mitigate risks and hazards associated with </w:t>
            </w:r>
            <w:r w:rsidR="000C5640">
              <w:t xml:space="preserve">cable operation </w:t>
            </w:r>
            <w:proofErr w:type="gramStart"/>
            <w:r w:rsidR="000C5640">
              <w:t>activities</w:t>
            </w:r>
            <w:proofErr w:type="gramEnd"/>
          </w:p>
          <w:p w14:paraId="0A4090E7" w14:textId="0BBF2679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5</w:t>
            </w:r>
            <w:r w:rsidRPr="002177F7">
              <w:t xml:space="preserve"> Identify emergency and evacuation procedures to follow in the event of an incident or </w:t>
            </w:r>
            <w:proofErr w:type="gramStart"/>
            <w:r w:rsidRPr="002177F7">
              <w:t>accident</w:t>
            </w:r>
            <w:proofErr w:type="gramEnd"/>
            <w:r w:rsidRPr="002177F7">
              <w:t xml:space="preserve"> </w:t>
            </w:r>
          </w:p>
          <w:p w14:paraId="6A03B27A" w14:textId="3C8A3A0E" w:rsidR="002177F7" w:rsidRPr="002177F7" w:rsidRDefault="002177F7" w:rsidP="00444744">
            <w:pPr>
              <w:pStyle w:val="SIText"/>
            </w:pPr>
            <w:r w:rsidRPr="002177F7">
              <w:t>1.</w:t>
            </w:r>
            <w:r w:rsidR="000C5640">
              <w:t>6</w:t>
            </w:r>
            <w:r w:rsidRPr="002177F7">
              <w:t xml:space="preserve"> Consult with appropriate personnel to ensure that work is coordinated effectively with others in the </w:t>
            </w:r>
            <w:proofErr w:type="gramStart"/>
            <w:r w:rsidRPr="002177F7">
              <w:t>workplace</w:t>
            </w:r>
            <w:proofErr w:type="gramEnd"/>
          </w:p>
          <w:p w14:paraId="4DCCCC64" w14:textId="02682F56" w:rsidR="0063727C" w:rsidRPr="0063727C" w:rsidRDefault="002177F7" w:rsidP="00444744">
            <w:pPr>
              <w:pStyle w:val="SIText"/>
            </w:pPr>
            <w:r w:rsidRPr="002177F7">
              <w:t>1.</w:t>
            </w:r>
            <w:r w:rsidR="000C5640">
              <w:t>7</w:t>
            </w:r>
            <w:r w:rsidRPr="002177F7">
              <w:t xml:space="preserve"> Identify required type and quantity of cable recovery equipment and assess for safety and </w:t>
            </w:r>
            <w:r w:rsidR="0063727C" w:rsidRPr="0063727C">
              <w:t xml:space="preserve">operational effectiveness in line with manufacturer </w:t>
            </w:r>
            <w:proofErr w:type="gramStart"/>
            <w:r w:rsidR="0063727C" w:rsidRPr="0063727C">
              <w:t>recommendations</w:t>
            </w:r>
            <w:proofErr w:type="gramEnd"/>
          </w:p>
          <w:p w14:paraId="1696B99B" w14:textId="1D001905" w:rsidR="00A02260" w:rsidRPr="00A02260" w:rsidRDefault="00A02260" w:rsidP="00444744">
            <w:pPr>
              <w:pStyle w:val="SIText"/>
            </w:pPr>
            <w:r w:rsidRPr="00A02260">
              <w:t>1.</w:t>
            </w:r>
            <w:r w:rsidR="000C5640">
              <w:t>8</w:t>
            </w:r>
            <w:r w:rsidRPr="00A02260">
              <w:t xml:space="preserve"> Plan cable operation activities </w:t>
            </w:r>
            <w:r w:rsidR="0063727C">
              <w:t>according to</w:t>
            </w:r>
            <w:r w:rsidRPr="00A02260">
              <w:t xml:space="preserve"> workplace health and safety procedures and work plan.</w:t>
            </w:r>
          </w:p>
        </w:tc>
      </w:tr>
      <w:tr w:rsidR="00A0226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1CCFDA" w:rsidR="00A02260" w:rsidRPr="00A02260" w:rsidRDefault="00A02260" w:rsidP="00A02260">
            <w:pPr>
              <w:pStyle w:val="SIText"/>
            </w:pPr>
            <w:r w:rsidRPr="00A02260">
              <w:t>2. Plan cable system layout</w:t>
            </w:r>
          </w:p>
        </w:tc>
        <w:tc>
          <w:tcPr>
            <w:tcW w:w="3604" w:type="pct"/>
            <w:shd w:val="clear" w:color="auto" w:fill="auto"/>
          </w:tcPr>
          <w:p w14:paraId="1EAFAD09" w14:textId="117F27EB" w:rsidR="00A02260" w:rsidRPr="00A02260" w:rsidRDefault="00A02260" w:rsidP="00444744">
            <w:pPr>
              <w:pStyle w:val="SIText"/>
            </w:pPr>
            <w:r w:rsidRPr="00A02260">
              <w:t xml:space="preserve">2.1 Obtain and evaluate information to plan cable system layout and inspect site for hazards and factors affecting harvesting </w:t>
            </w:r>
            <w:proofErr w:type="gramStart"/>
            <w:r w:rsidRPr="00A02260">
              <w:t>operations</w:t>
            </w:r>
            <w:proofErr w:type="gramEnd"/>
          </w:p>
          <w:p w14:paraId="548DE239" w14:textId="562B2342" w:rsidR="00A02260" w:rsidRPr="00A02260" w:rsidRDefault="00A02260" w:rsidP="00444744">
            <w:pPr>
              <w:pStyle w:val="SIText"/>
            </w:pPr>
            <w:r w:rsidRPr="00A02260">
              <w:t xml:space="preserve">2.2 Provide personnel with information about landing location and size, hauling boundaries, access routes and construction </w:t>
            </w:r>
            <w:proofErr w:type="gramStart"/>
            <w:r w:rsidRPr="00A02260">
              <w:t>requirements</w:t>
            </w:r>
            <w:proofErr w:type="gramEnd"/>
          </w:p>
          <w:p w14:paraId="622C8823" w14:textId="4FF4805B" w:rsidR="00A02260" w:rsidRPr="00A02260" w:rsidRDefault="00A02260" w:rsidP="00444744">
            <w:pPr>
              <w:pStyle w:val="SIText"/>
            </w:pPr>
            <w:r w:rsidRPr="00A02260">
              <w:t xml:space="preserve">2.3 Consider code of practice, site topography, minimising system design additions and select cable system type to optimise log extraction </w:t>
            </w:r>
            <w:proofErr w:type="gramStart"/>
            <w:r w:rsidRPr="00A02260">
              <w:t>rate</w:t>
            </w:r>
            <w:proofErr w:type="gramEnd"/>
          </w:p>
          <w:p w14:paraId="6BB72E57" w14:textId="71ECF3AE" w:rsidR="00A02260" w:rsidRPr="00A02260" w:rsidRDefault="00A02260" w:rsidP="00444744">
            <w:pPr>
              <w:pStyle w:val="SIText"/>
            </w:pPr>
            <w:r w:rsidRPr="00A02260">
              <w:t xml:space="preserve">2.4 Identify general requirements for anchor points, backline and intermediate supports and </w:t>
            </w:r>
            <w:proofErr w:type="gramStart"/>
            <w:r w:rsidRPr="00A02260">
              <w:t>provide</w:t>
            </w:r>
            <w:proofErr w:type="gramEnd"/>
            <w:r w:rsidRPr="00A02260">
              <w:t xml:space="preserve"> instruction to fallers</w:t>
            </w:r>
          </w:p>
        </w:tc>
      </w:tr>
      <w:tr w:rsidR="00A02260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07752E4B" w:rsidR="00A02260" w:rsidRPr="00A02260" w:rsidRDefault="00A02260" w:rsidP="00A02260">
            <w:pPr>
              <w:pStyle w:val="SIText"/>
            </w:pPr>
            <w:r w:rsidRPr="00A02260">
              <w:lastRenderedPageBreak/>
              <w:t>3. Coordinate yarder and cable system set up</w:t>
            </w:r>
          </w:p>
        </w:tc>
        <w:tc>
          <w:tcPr>
            <w:tcW w:w="3604" w:type="pct"/>
            <w:shd w:val="clear" w:color="auto" w:fill="auto"/>
          </w:tcPr>
          <w:p w14:paraId="2FC560A4" w14:textId="44AC2E79" w:rsidR="00A02260" w:rsidRPr="00A02260" w:rsidRDefault="00A02260" w:rsidP="00444744">
            <w:pPr>
              <w:pStyle w:val="SIText"/>
            </w:pPr>
            <w:r w:rsidRPr="00A02260">
              <w:t xml:space="preserve">3.1 Select rope sizes for lines </w:t>
            </w:r>
            <w:r w:rsidR="00765FAC">
              <w:t>according to</w:t>
            </w:r>
            <w:r w:rsidRPr="00A02260">
              <w:t xml:space="preserve"> code of practice, yarder capacity and system </w:t>
            </w:r>
            <w:proofErr w:type="gramStart"/>
            <w:r w:rsidRPr="00A02260">
              <w:t>design</w:t>
            </w:r>
            <w:proofErr w:type="gramEnd"/>
          </w:p>
          <w:p w14:paraId="421937B0" w14:textId="4C3AB489" w:rsidR="00A02260" w:rsidRPr="00A02260" w:rsidRDefault="00A02260" w:rsidP="00444744">
            <w:pPr>
              <w:pStyle w:val="SIText"/>
            </w:pPr>
            <w:r w:rsidRPr="00A02260">
              <w:t xml:space="preserve">3.2 Select components and rigging to meet code of practice requirements and system </w:t>
            </w:r>
            <w:proofErr w:type="gramStart"/>
            <w:r w:rsidRPr="00A02260">
              <w:t>design</w:t>
            </w:r>
            <w:proofErr w:type="gramEnd"/>
          </w:p>
          <w:p w14:paraId="5C7A390C" w14:textId="032CC743" w:rsidR="00A02260" w:rsidRPr="00A02260" w:rsidRDefault="00A02260" w:rsidP="00444744">
            <w:pPr>
              <w:pStyle w:val="SIText"/>
            </w:pPr>
            <w:r w:rsidRPr="00A02260">
              <w:t xml:space="preserve">3.3 Inspect and install components and </w:t>
            </w:r>
            <w:proofErr w:type="gramStart"/>
            <w:r w:rsidRPr="00A02260">
              <w:t>lines</w:t>
            </w:r>
            <w:proofErr w:type="gramEnd"/>
          </w:p>
          <w:p w14:paraId="57EB6098" w14:textId="67E5007F" w:rsidR="00A02260" w:rsidRPr="00A02260" w:rsidRDefault="00A02260" w:rsidP="00444744">
            <w:pPr>
              <w:pStyle w:val="SIText"/>
            </w:pPr>
            <w:r w:rsidRPr="00A02260">
              <w:t xml:space="preserve">3.4 Direct and assist personnel to layout lines, select anchors and position mobile </w:t>
            </w:r>
            <w:proofErr w:type="gramStart"/>
            <w:r w:rsidRPr="00A02260">
              <w:t>backstops</w:t>
            </w:r>
            <w:proofErr w:type="gramEnd"/>
          </w:p>
          <w:p w14:paraId="7BE57BE2" w14:textId="5750F9F4" w:rsidR="00A02260" w:rsidRPr="00A02260" w:rsidRDefault="00A02260" w:rsidP="00444744">
            <w:pPr>
              <w:pStyle w:val="SIText"/>
            </w:pPr>
            <w:r w:rsidRPr="00A02260">
              <w:t xml:space="preserve">3.5 Assess felled trees for location, size and obstructions; plan recovery extraction sequence to minimise line shifts, log and environmental </w:t>
            </w:r>
            <w:proofErr w:type="gramStart"/>
            <w:r w:rsidRPr="00A02260">
              <w:t>damage</w:t>
            </w:r>
            <w:proofErr w:type="gramEnd"/>
          </w:p>
          <w:p w14:paraId="2DCE970C" w14:textId="5891F31C" w:rsidR="00A02260" w:rsidRPr="00A02260" w:rsidRDefault="00A02260" w:rsidP="00444744">
            <w:pPr>
              <w:pStyle w:val="SIText"/>
            </w:pPr>
            <w:r w:rsidRPr="00A02260">
              <w:t xml:space="preserve">3.6 Select support trees and provide directions for </w:t>
            </w:r>
            <w:proofErr w:type="gramStart"/>
            <w:r w:rsidRPr="00A02260">
              <w:t>rigging</w:t>
            </w:r>
            <w:proofErr w:type="gramEnd"/>
          </w:p>
          <w:p w14:paraId="69856A45" w14:textId="72286178" w:rsidR="00A02260" w:rsidRPr="00A02260" w:rsidRDefault="00A02260" w:rsidP="00444744">
            <w:pPr>
              <w:pStyle w:val="SIText"/>
            </w:pPr>
            <w:r w:rsidRPr="00A02260">
              <w:t xml:space="preserve">3.7 Check unloaded and loaded system performance and calculate loads to ensure they are within system and equipment </w:t>
            </w:r>
            <w:proofErr w:type="gramStart"/>
            <w:r w:rsidRPr="00A02260">
              <w:t>capacity</w:t>
            </w:r>
            <w:proofErr w:type="gramEnd"/>
          </w:p>
          <w:p w14:paraId="271B1C5C" w14:textId="123032CE" w:rsidR="00A02260" w:rsidRPr="00A02260" w:rsidRDefault="00A02260" w:rsidP="00444744">
            <w:pPr>
              <w:pStyle w:val="SIText"/>
            </w:pPr>
            <w:r w:rsidRPr="00A02260">
              <w:t>3.8 Monitor operations, change and communicate procedures or system design to improve safety and payload efficiency</w:t>
            </w:r>
          </w:p>
        </w:tc>
      </w:tr>
      <w:tr w:rsidR="00A02260" w:rsidRPr="00963A46" w14:paraId="05F8F7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B466C" w14:textId="53EC125F" w:rsidR="00A02260" w:rsidRPr="00A02260" w:rsidRDefault="00A02260" w:rsidP="00A02260">
            <w:pPr>
              <w:pStyle w:val="SIText"/>
            </w:pPr>
            <w:r w:rsidRPr="00A02260">
              <w:t xml:space="preserve">4. Coordinate rigging of spars, </w:t>
            </w:r>
            <w:proofErr w:type="gramStart"/>
            <w:r w:rsidRPr="00A02260">
              <w:t>towers</w:t>
            </w:r>
            <w:proofErr w:type="gramEnd"/>
            <w:r w:rsidRPr="00A02260">
              <w:t xml:space="preserve"> and trees</w:t>
            </w:r>
          </w:p>
        </w:tc>
        <w:tc>
          <w:tcPr>
            <w:tcW w:w="3604" w:type="pct"/>
            <w:shd w:val="clear" w:color="auto" w:fill="auto"/>
          </w:tcPr>
          <w:p w14:paraId="2289BB8D" w14:textId="5E19C633" w:rsidR="00A02260" w:rsidRPr="00A02260" w:rsidRDefault="00A02260" w:rsidP="00444744">
            <w:pPr>
              <w:pStyle w:val="SIText"/>
            </w:pPr>
            <w:r w:rsidRPr="00A02260">
              <w:t xml:space="preserve">4.1 Check cable system plans and determine operational requirements for tower, spars and support </w:t>
            </w:r>
            <w:proofErr w:type="gramStart"/>
            <w:r w:rsidRPr="00A02260">
              <w:t>trees</w:t>
            </w:r>
            <w:proofErr w:type="gramEnd"/>
          </w:p>
          <w:p w14:paraId="18ECDF6D" w14:textId="1DD589AA" w:rsidR="00A02260" w:rsidRPr="00A02260" w:rsidRDefault="00A02260" w:rsidP="00444744">
            <w:pPr>
              <w:pStyle w:val="SIText"/>
            </w:pPr>
            <w:r w:rsidRPr="00A02260">
              <w:t xml:space="preserve">4.2 Ensure rigging of spars, towers and trees complies with code of </w:t>
            </w:r>
            <w:proofErr w:type="gramStart"/>
            <w:r w:rsidRPr="00A02260">
              <w:t>practice</w:t>
            </w:r>
            <w:proofErr w:type="gramEnd"/>
          </w:p>
          <w:p w14:paraId="52440BD9" w14:textId="240F1142" w:rsidR="00A02260" w:rsidRPr="00A02260" w:rsidRDefault="00A02260" w:rsidP="00444744">
            <w:pPr>
              <w:pStyle w:val="SIText"/>
            </w:pPr>
            <w:r w:rsidRPr="00A02260">
              <w:t xml:space="preserve">4.3 Check and select spars or support trees to be rigged, </w:t>
            </w:r>
            <w:proofErr w:type="spellStart"/>
            <w:r w:rsidRPr="00A02260">
              <w:t>guylines</w:t>
            </w:r>
            <w:proofErr w:type="spellEnd"/>
            <w:r w:rsidRPr="00A02260">
              <w:t xml:space="preserve"> and anchor </w:t>
            </w:r>
            <w:proofErr w:type="gramStart"/>
            <w:r w:rsidRPr="00A02260">
              <w:t>points</w:t>
            </w:r>
            <w:proofErr w:type="gramEnd"/>
          </w:p>
          <w:p w14:paraId="178766F7" w14:textId="7115C3ED" w:rsidR="00A02260" w:rsidRPr="00A02260" w:rsidRDefault="00A02260" w:rsidP="00444744">
            <w:pPr>
              <w:pStyle w:val="SIText"/>
            </w:pPr>
            <w:r w:rsidRPr="00A02260">
              <w:t xml:space="preserve">4.4 Select rigging and rope sizes to meet </w:t>
            </w:r>
            <w:proofErr w:type="gramStart"/>
            <w:r w:rsidRPr="00A02260">
              <w:t>load</w:t>
            </w:r>
            <w:proofErr w:type="gramEnd"/>
          </w:p>
          <w:p w14:paraId="31C9C0C7" w14:textId="77777777" w:rsidR="003C5F17" w:rsidRDefault="00A02260" w:rsidP="00444744">
            <w:pPr>
              <w:pStyle w:val="SIText"/>
            </w:pPr>
            <w:r w:rsidRPr="00A02260">
              <w:t xml:space="preserve">4.5 Provide directions to check components for wear, failure or missing parts prior to </w:t>
            </w:r>
            <w:proofErr w:type="gramStart"/>
            <w:r w:rsidRPr="00A02260">
              <w:t>rigging</w:t>
            </w:r>
            <w:proofErr w:type="gramEnd"/>
          </w:p>
          <w:p w14:paraId="4085D11F" w14:textId="6C0698AA" w:rsidR="00A02260" w:rsidRPr="00A02260" w:rsidRDefault="001E38EF" w:rsidP="00444744">
            <w:pPr>
              <w:pStyle w:val="SIText"/>
            </w:pPr>
            <w:r>
              <w:t>4.6 I</w:t>
            </w:r>
            <w:r w:rsidR="00A02260" w:rsidRPr="00A02260">
              <w:t xml:space="preserve">dentify faults and take corrective </w:t>
            </w:r>
            <w:proofErr w:type="gramStart"/>
            <w:r w:rsidR="00A02260" w:rsidRPr="00A02260">
              <w:t>action</w:t>
            </w:r>
            <w:proofErr w:type="gramEnd"/>
          </w:p>
          <w:p w14:paraId="68B45F5C" w14:textId="41E685D0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7</w:t>
            </w:r>
            <w:r w:rsidRPr="00A02260">
              <w:t xml:space="preserve"> Coordinate rigging on machine towers to prepare, assemble and fit operational lines, prior to raising </w:t>
            </w:r>
            <w:r w:rsidR="00D111A1">
              <w:t>according to</w:t>
            </w:r>
            <w:r w:rsidRPr="00A02260">
              <w:t xml:space="preserve"> system </w:t>
            </w:r>
            <w:proofErr w:type="gramStart"/>
            <w:r w:rsidRPr="00A02260">
              <w:t>design</w:t>
            </w:r>
            <w:proofErr w:type="gramEnd"/>
          </w:p>
          <w:p w14:paraId="6ABB491A" w14:textId="23DDF2F8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8</w:t>
            </w:r>
            <w:r w:rsidRPr="00A02260">
              <w:t xml:space="preserve"> Identify climbing and pass line </w:t>
            </w:r>
            <w:proofErr w:type="gramStart"/>
            <w:r w:rsidRPr="00A02260">
              <w:t>equipment</w:t>
            </w:r>
            <w:proofErr w:type="gramEnd"/>
          </w:p>
          <w:p w14:paraId="2DF04DE0" w14:textId="7859826C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9</w:t>
            </w:r>
            <w:r w:rsidRPr="00A02260">
              <w:t xml:space="preserve"> Coordinate </w:t>
            </w:r>
            <w:proofErr w:type="spellStart"/>
            <w:r w:rsidRPr="00A02260">
              <w:t>guyline</w:t>
            </w:r>
            <w:proofErr w:type="spellEnd"/>
            <w:r w:rsidRPr="00A02260">
              <w:t xml:space="preserve"> positioning and rigging within location angle requirements to provide minimal difference in length and </w:t>
            </w:r>
            <w:proofErr w:type="gramStart"/>
            <w:r w:rsidRPr="00A02260">
              <w:t>tension</w:t>
            </w:r>
            <w:proofErr w:type="gramEnd"/>
          </w:p>
          <w:p w14:paraId="6FD97F63" w14:textId="34327DC1" w:rsidR="00A02260" w:rsidRPr="00A02260" w:rsidRDefault="00A02260" w:rsidP="00444744">
            <w:pPr>
              <w:pStyle w:val="SIText"/>
            </w:pPr>
            <w:r w:rsidRPr="00A02260">
              <w:t>4.</w:t>
            </w:r>
            <w:r w:rsidR="001E38EF">
              <w:t>10</w:t>
            </w:r>
            <w:r w:rsidRPr="00A02260">
              <w:t xml:space="preserve"> Check system components for size, safe working load, layout, position, safety straps, joins, lead angles and operating angles</w:t>
            </w:r>
          </w:p>
        </w:tc>
      </w:tr>
      <w:tr w:rsidR="00A02260" w:rsidRPr="00963A46" w14:paraId="09D488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7E70DF" w14:textId="4B8AB30E" w:rsidR="00A02260" w:rsidRPr="00A02260" w:rsidRDefault="00A02260" w:rsidP="00A02260">
            <w:pPr>
              <w:pStyle w:val="SIText"/>
            </w:pPr>
            <w:r w:rsidRPr="00A02260">
              <w:t>5. Coordinate line shifts and rigging modifications</w:t>
            </w:r>
          </w:p>
        </w:tc>
        <w:tc>
          <w:tcPr>
            <w:tcW w:w="3604" w:type="pct"/>
            <w:shd w:val="clear" w:color="auto" w:fill="auto"/>
          </w:tcPr>
          <w:p w14:paraId="6AF6A680" w14:textId="5BC1EBDA" w:rsidR="00A02260" w:rsidRPr="00A02260" w:rsidRDefault="00A02260" w:rsidP="00444744">
            <w:pPr>
              <w:pStyle w:val="SIText"/>
            </w:pPr>
            <w:r w:rsidRPr="00A02260">
              <w:t xml:space="preserve">5.1 Anticipate line shifts and prepare required rigging in </w:t>
            </w:r>
            <w:proofErr w:type="gramStart"/>
            <w:r w:rsidRPr="00A02260">
              <w:t>advance</w:t>
            </w:r>
            <w:proofErr w:type="gramEnd"/>
          </w:p>
          <w:p w14:paraId="135E675A" w14:textId="49F01E18" w:rsidR="00A02260" w:rsidRPr="00A02260" w:rsidRDefault="00A02260" w:rsidP="00444744">
            <w:pPr>
              <w:pStyle w:val="SIText"/>
            </w:pPr>
            <w:r w:rsidRPr="00A02260">
              <w:t xml:space="preserve">5.2 Diagnose limitations of system design or positioning and plan modifications </w:t>
            </w:r>
            <w:r w:rsidR="00467462">
              <w:t>according to</w:t>
            </w:r>
            <w:r w:rsidRPr="00A02260">
              <w:t xml:space="preserve"> code of </w:t>
            </w:r>
            <w:proofErr w:type="gramStart"/>
            <w:r w:rsidRPr="00A02260">
              <w:t>practice</w:t>
            </w:r>
            <w:proofErr w:type="gramEnd"/>
          </w:p>
          <w:p w14:paraId="27AF9C12" w14:textId="15004B48" w:rsidR="00A02260" w:rsidRPr="00A02260" w:rsidRDefault="00A02260" w:rsidP="00444744">
            <w:pPr>
              <w:pStyle w:val="SIText"/>
            </w:pPr>
            <w:r w:rsidRPr="00A02260">
              <w:t>5.3 Monitor operations</w:t>
            </w:r>
            <w:r w:rsidR="00765FAC">
              <w:t xml:space="preserve"> and </w:t>
            </w:r>
            <w:r w:rsidR="00B03315">
              <w:t xml:space="preserve">as required </w:t>
            </w:r>
            <w:r w:rsidRPr="00A02260">
              <w:t xml:space="preserve">change and communicate procedures to improve safety and payload </w:t>
            </w:r>
            <w:proofErr w:type="gramStart"/>
            <w:r w:rsidRPr="00A02260">
              <w:t>efficiency</w:t>
            </w:r>
            <w:proofErr w:type="gramEnd"/>
          </w:p>
          <w:p w14:paraId="0B84E442" w14:textId="4754C8C5" w:rsidR="00BD0115" w:rsidRDefault="00A02260" w:rsidP="00444744">
            <w:pPr>
              <w:pStyle w:val="SIText"/>
            </w:pPr>
            <w:r w:rsidRPr="00A02260">
              <w:t xml:space="preserve">5.4 Locate new support trees, anchor points and mobile tail anchor </w:t>
            </w:r>
            <w:proofErr w:type="gramStart"/>
            <w:r w:rsidRPr="00A02260">
              <w:t>position</w:t>
            </w:r>
            <w:proofErr w:type="gramEnd"/>
            <w:r w:rsidRPr="00A02260">
              <w:t xml:space="preserve"> </w:t>
            </w:r>
          </w:p>
          <w:p w14:paraId="1703371B" w14:textId="16043B9E" w:rsidR="00A02260" w:rsidRPr="00A02260" w:rsidRDefault="00C24138" w:rsidP="00444744">
            <w:pPr>
              <w:pStyle w:val="SIText"/>
            </w:pPr>
            <w:r>
              <w:t>5.5 A</w:t>
            </w:r>
            <w:r w:rsidR="00A02260" w:rsidRPr="00A02260">
              <w:t xml:space="preserve">ssign riggers to prepare and rig </w:t>
            </w:r>
            <w:r w:rsidR="00B03315">
              <w:t>according to</w:t>
            </w:r>
            <w:r w:rsidR="00A02260" w:rsidRPr="00A02260">
              <w:t xml:space="preserve"> system </w:t>
            </w:r>
            <w:proofErr w:type="gramStart"/>
            <w:r w:rsidR="00A02260" w:rsidRPr="00A02260">
              <w:t>requirements</w:t>
            </w:r>
            <w:proofErr w:type="gramEnd"/>
          </w:p>
          <w:p w14:paraId="74BCCB6A" w14:textId="17E9FE41" w:rsidR="00A02260" w:rsidRPr="00A02260" w:rsidRDefault="00A02260" w:rsidP="00444744">
            <w:pPr>
              <w:pStyle w:val="SIText"/>
            </w:pPr>
            <w:r w:rsidRPr="00A02260">
              <w:t>5.</w:t>
            </w:r>
            <w:r w:rsidR="00C25083">
              <w:t>6</w:t>
            </w:r>
            <w:r w:rsidRPr="00A02260">
              <w:t xml:space="preserve"> Record and report breakout processes and equipment faults </w:t>
            </w:r>
            <w:r w:rsidR="00C24138">
              <w:t>according to</w:t>
            </w:r>
            <w:r w:rsidRPr="00A02260">
              <w:t xml:space="preserve"> </w:t>
            </w:r>
            <w:r w:rsidR="00181ABA">
              <w:t>workplace</w:t>
            </w:r>
            <w:r w:rsidR="00181ABA" w:rsidRPr="00A02260">
              <w:t xml:space="preserve"> </w:t>
            </w:r>
            <w:r w:rsidRPr="00A02260">
              <w:t>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90273D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2260" w:rsidRPr="00336FCA" w:rsidDel="00423CB2" w14:paraId="72F69717" w14:textId="77777777" w:rsidTr="00CA2922">
        <w:tc>
          <w:tcPr>
            <w:tcW w:w="1396" w:type="pct"/>
          </w:tcPr>
          <w:p w14:paraId="19960F9E" w14:textId="5F2A6326" w:rsidR="00A02260" w:rsidRPr="00A02260" w:rsidRDefault="00A02260" w:rsidP="00A02260">
            <w:pPr>
              <w:pStyle w:val="SIText"/>
            </w:pPr>
            <w:r w:rsidRPr="00A02260">
              <w:t xml:space="preserve">Reading </w:t>
            </w:r>
          </w:p>
        </w:tc>
        <w:tc>
          <w:tcPr>
            <w:tcW w:w="3604" w:type="pct"/>
          </w:tcPr>
          <w:p w14:paraId="2CE1F166" w14:textId="6F08D388" w:rsidR="00A02260" w:rsidRPr="00A02260" w:rsidRDefault="0090273D">
            <w:pPr>
              <w:pStyle w:val="SIBulletList1"/>
            </w:pPr>
            <w:r>
              <w:t>R</w:t>
            </w:r>
            <w:r w:rsidR="009E4949">
              <w:t xml:space="preserve">ead and </w:t>
            </w:r>
            <w:proofErr w:type="gramStart"/>
            <w:r w:rsidR="009E4949">
              <w:t>comprehend</w:t>
            </w:r>
            <w:proofErr w:type="gramEnd"/>
            <w:r w:rsidR="009E4949">
              <w:t xml:space="preserve"> </w:t>
            </w:r>
            <w:r w:rsidR="003E63D5">
              <w:t>familiar workplace documents</w:t>
            </w:r>
            <w:r w:rsidR="005527D2">
              <w:t>,</w:t>
            </w:r>
            <w:r w:rsidR="003E63D5">
              <w:t xml:space="preserve"> including </w:t>
            </w:r>
            <w:r w:rsidR="005527D2">
              <w:t xml:space="preserve">workplace health and safety </w:t>
            </w:r>
            <w:r w:rsidR="00A02260" w:rsidRPr="00A02260">
              <w:t>procedures</w:t>
            </w:r>
            <w:r w:rsidR="003E63D5">
              <w:t xml:space="preserve"> </w:t>
            </w:r>
            <w:r w:rsidR="001451BC">
              <w:t>and operational manuals</w:t>
            </w:r>
          </w:p>
        </w:tc>
      </w:tr>
      <w:tr w:rsidR="00A02260" w:rsidRPr="00336FCA" w:rsidDel="00423CB2" w14:paraId="407FBFE7" w14:textId="77777777" w:rsidTr="00CA2922">
        <w:tc>
          <w:tcPr>
            <w:tcW w:w="1396" w:type="pct"/>
          </w:tcPr>
          <w:p w14:paraId="790F40AB" w14:textId="521993CD" w:rsidR="00A02260" w:rsidRPr="00A02260" w:rsidRDefault="00A02260" w:rsidP="00A02260">
            <w:pPr>
              <w:pStyle w:val="SIText"/>
            </w:pPr>
            <w:r w:rsidRPr="00A02260">
              <w:t>Writing</w:t>
            </w:r>
          </w:p>
        </w:tc>
        <w:tc>
          <w:tcPr>
            <w:tcW w:w="3604" w:type="pct"/>
          </w:tcPr>
          <w:p w14:paraId="5930CEF0" w14:textId="07A46E57" w:rsidR="00A02260" w:rsidRPr="00A02260" w:rsidRDefault="005527D2" w:rsidP="00A02260">
            <w:pPr>
              <w:pStyle w:val="SIBulletList1"/>
            </w:pPr>
            <w:r>
              <w:t>C</w:t>
            </w:r>
            <w:r w:rsidR="00A02260" w:rsidRPr="00A02260">
              <w:t xml:space="preserve">omplete </w:t>
            </w:r>
            <w:r w:rsidR="00C32F37">
              <w:t>workplace forms and</w:t>
            </w:r>
            <w:r w:rsidR="00C32F37" w:rsidRPr="00A02260">
              <w:t xml:space="preserve"> </w:t>
            </w:r>
            <w:r w:rsidR="00A02260" w:rsidRPr="00A02260">
              <w:t>reports on breakout process and equipment faults</w:t>
            </w:r>
          </w:p>
        </w:tc>
      </w:tr>
      <w:tr w:rsidR="0090273D" w:rsidRPr="00336FCA" w:rsidDel="00423CB2" w14:paraId="2A295D3A" w14:textId="77777777" w:rsidTr="00CA2922">
        <w:tc>
          <w:tcPr>
            <w:tcW w:w="1396" w:type="pct"/>
          </w:tcPr>
          <w:p w14:paraId="13E98546" w14:textId="1B61EDD6" w:rsidR="0090273D" w:rsidRPr="00A02260" w:rsidRDefault="0090273D" w:rsidP="0090273D">
            <w:pPr>
              <w:pStyle w:val="SIText"/>
            </w:pPr>
            <w:r w:rsidRPr="00A02260">
              <w:t xml:space="preserve">Oral communication </w:t>
            </w:r>
          </w:p>
        </w:tc>
        <w:tc>
          <w:tcPr>
            <w:tcW w:w="3604" w:type="pct"/>
          </w:tcPr>
          <w:p w14:paraId="16EDE544" w14:textId="3B217150" w:rsidR="0090273D" w:rsidRPr="0090273D" w:rsidRDefault="005527D2" w:rsidP="0090273D">
            <w:pPr>
              <w:pStyle w:val="SIBulletList1"/>
            </w:pPr>
            <w:r>
              <w:t>A</w:t>
            </w:r>
            <w:r w:rsidR="0090273D" w:rsidRPr="00A02260">
              <w:t>sk questions and actively listen to clarify</w:t>
            </w:r>
            <w:r w:rsidR="0090273D" w:rsidRPr="0090273D">
              <w:t xml:space="preserve"> contents of work </w:t>
            </w:r>
            <w:proofErr w:type="gramStart"/>
            <w:r w:rsidR="0090273D" w:rsidRPr="0090273D">
              <w:t>plans</w:t>
            </w:r>
            <w:proofErr w:type="gramEnd"/>
          </w:p>
          <w:p w14:paraId="00AA8E7F" w14:textId="0E631535" w:rsidR="0090273D" w:rsidRPr="00A02260" w:rsidRDefault="005527D2" w:rsidP="0090273D">
            <w:pPr>
              <w:pStyle w:val="SIBulletList1"/>
            </w:pPr>
            <w:proofErr w:type="gramStart"/>
            <w:r>
              <w:t>P</w:t>
            </w:r>
            <w:r w:rsidR="0090273D" w:rsidRPr="00A02260">
              <w:t>rovide</w:t>
            </w:r>
            <w:proofErr w:type="gramEnd"/>
            <w:r w:rsidR="0090273D" w:rsidRPr="00A02260">
              <w:t xml:space="preserve"> clear, unambiguous rigging instructions to site personnel</w:t>
            </w:r>
          </w:p>
        </w:tc>
      </w:tr>
      <w:tr w:rsidR="0090273D" w:rsidRPr="00336FCA" w:rsidDel="00423CB2" w14:paraId="5FBEA4C5" w14:textId="77777777" w:rsidTr="00CA2922">
        <w:tc>
          <w:tcPr>
            <w:tcW w:w="1396" w:type="pct"/>
          </w:tcPr>
          <w:p w14:paraId="1B2655F6" w14:textId="0EC438B4" w:rsidR="0090273D" w:rsidRPr="00A02260" w:rsidRDefault="0090273D" w:rsidP="0090273D">
            <w:pPr>
              <w:pStyle w:val="SIText"/>
            </w:pPr>
            <w:r w:rsidRPr="00A02260">
              <w:t>Numeracy</w:t>
            </w:r>
          </w:p>
        </w:tc>
        <w:tc>
          <w:tcPr>
            <w:tcW w:w="3604" w:type="pct"/>
          </w:tcPr>
          <w:p w14:paraId="18C01641" w14:textId="2007C034" w:rsidR="0090273D" w:rsidRPr="0090273D" w:rsidRDefault="005527D2" w:rsidP="0090273D">
            <w:pPr>
              <w:pStyle w:val="SIBulletList1"/>
            </w:pPr>
            <w:r>
              <w:t>C</w:t>
            </w:r>
            <w:r w:rsidR="0090273D" w:rsidRPr="008661EF">
              <w:t xml:space="preserve">omplete routine calculations to optimise log extraction rate for number and size of felled </w:t>
            </w:r>
            <w:proofErr w:type="gramStart"/>
            <w:r w:rsidR="0090273D" w:rsidRPr="008661EF">
              <w:t>trees</w:t>
            </w:r>
            <w:proofErr w:type="gramEnd"/>
          </w:p>
          <w:p w14:paraId="1C226C52" w14:textId="1B1F0D6F" w:rsidR="0090273D" w:rsidRPr="0090273D" w:rsidRDefault="005527D2" w:rsidP="0090273D">
            <w:pPr>
              <w:pStyle w:val="SIBulletList1"/>
            </w:pPr>
            <w:r>
              <w:t>I</w:t>
            </w:r>
            <w:r w:rsidR="0090273D" w:rsidRPr="008661EF">
              <w:t xml:space="preserve">dentify and interpret numerical requirements within codes of practice and manufacturer’s </w:t>
            </w:r>
            <w:proofErr w:type="gramStart"/>
            <w:r w:rsidR="0090273D" w:rsidRPr="008661EF">
              <w:t>recommendations</w:t>
            </w:r>
            <w:proofErr w:type="gramEnd"/>
          </w:p>
          <w:p w14:paraId="6FA23BCF" w14:textId="3E3FD40B" w:rsidR="0090273D" w:rsidRPr="0090273D" w:rsidRDefault="005527D2" w:rsidP="0090273D">
            <w:pPr>
              <w:pStyle w:val="SIBulletList1"/>
            </w:pPr>
            <w:r>
              <w:t>C</w:t>
            </w:r>
            <w:r w:rsidR="0090273D" w:rsidRPr="008661EF">
              <w:t xml:space="preserve">omplete </w:t>
            </w:r>
            <w:r w:rsidR="0090273D" w:rsidRPr="0090273D">
              <w:t xml:space="preserve">calculations involving height, length, weight, tension, angles, loads to determine efficient and safe operational capacity of </w:t>
            </w:r>
            <w:proofErr w:type="gramStart"/>
            <w:r w:rsidR="0090273D" w:rsidRPr="0090273D">
              <w:t>rigging</w:t>
            </w:r>
            <w:proofErr w:type="gramEnd"/>
          </w:p>
          <w:p w14:paraId="28BC6D6D" w14:textId="43FA82BF" w:rsidR="0090273D" w:rsidRPr="00A02260" w:rsidRDefault="005527D2" w:rsidP="0090273D">
            <w:pPr>
              <w:pStyle w:val="SIBulletList1"/>
            </w:pPr>
            <w:proofErr w:type="gramStart"/>
            <w:r>
              <w:lastRenderedPageBreak/>
              <w:t>I</w:t>
            </w:r>
            <w:r w:rsidR="0090273D" w:rsidRPr="008661EF">
              <w:t>dentify</w:t>
            </w:r>
            <w:proofErr w:type="gramEnd"/>
            <w:r w:rsidR="0090273D" w:rsidRPr="008661EF">
              <w:t xml:space="preserve"> boundaries on maps and plans and calculate spatial requirements for yarder and rigging operations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C2848BD" w:rsidR="00DA54B5" w:rsidRPr="000D078A" w:rsidRDefault="00BE152B" w:rsidP="005527D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5E72">
              <w:t xml:space="preserve">FWPHARXXXX </w:t>
            </w:r>
            <w:r w:rsidR="007162DE">
              <w:t>C</w:t>
            </w:r>
            <w:r w:rsidR="00BB54AE" w:rsidRPr="00BB54AE">
              <w:t>oordinate log recovery (hook tender)</w:t>
            </w:r>
          </w:p>
        </w:tc>
        <w:tc>
          <w:tcPr>
            <w:tcW w:w="1105" w:type="pct"/>
          </w:tcPr>
          <w:p w14:paraId="0BEA1436" w14:textId="70E95C23" w:rsidR="00BE152B" w:rsidRPr="00D32621" w:rsidRDefault="00BE152B" w:rsidP="000D078A">
            <w:pPr>
              <w:pStyle w:val="SIText"/>
            </w:pPr>
            <w:r w:rsidRPr="00055E72">
              <w:t>FWPHAR4202 Coordinate log recovery (hook tender)</w:t>
            </w:r>
          </w:p>
          <w:p w14:paraId="2293AA64" w14:textId="7C76BFE3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CBB4228" w14:textId="18219253" w:rsidR="00581D89" w:rsidRPr="00251801" w:rsidRDefault="00581D89" w:rsidP="00251801">
            <w:pPr>
              <w:pStyle w:val="SIText"/>
            </w:pPr>
            <w:r w:rsidRPr="00251801">
              <w:t>Updated Application Statement</w:t>
            </w:r>
          </w:p>
          <w:p w14:paraId="5AF73A97" w14:textId="77777777" w:rsidR="00251801" w:rsidRPr="00251801" w:rsidRDefault="00251801" w:rsidP="00251801">
            <w:pPr>
              <w:pStyle w:val="SIText"/>
            </w:pPr>
          </w:p>
          <w:p w14:paraId="0A500F54" w14:textId="598F94C9" w:rsidR="00793946" w:rsidRPr="00251801" w:rsidRDefault="00BE152B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>Revise</w:t>
            </w:r>
            <w:r w:rsidR="00581D89" w:rsidRPr="00251801">
              <w:rPr>
                <w:rStyle w:val="SITemporaryText-red"/>
                <w:color w:val="auto"/>
                <w:sz w:val="20"/>
              </w:rPr>
              <w:t>d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Elements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and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P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793946" w:rsidRPr="00251801">
              <w:rPr>
                <w:rStyle w:val="SITemporaryText-red"/>
                <w:color w:val="auto"/>
                <w:sz w:val="20"/>
              </w:rPr>
              <w:t>Criteria</w:t>
            </w:r>
          </w:p>
          <w:p w14:paraId="744BCC5E" w14:textId="77777777" w:rsidR="00251801" w:rsidRPr="00251801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ECDE10C" w14:textId="2AD3F35D" w:rsidR="00251801" w:rsidRPr="00251801" w:rsidRDefault="00793946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>Update</w:t>
            </w:r>
            <w:r w:rsidR="00251801" w:rsidRPr="00251801">
              <w:rPr>
                <w:rStyle w:val="SITemporaryText-red"/>
                <w:color w:val="auto"/>
                <w:sz w:val="20"/>
              </w:rPr>
              <w:t>d</w:t>
            </w:r>
            <w:r w:rsidRPr="00251801">
              <w:rPr>
                <w:rStyle w:val="SITemporaryText-red"/>
                <w:color w:val="auto"/>
                <w:sz w:val="20"/>
              </w:rPr>
              <w:t xml:space="preserve"> Performance Evidence and </w:t>
            </w:r>
          </w:p>
          <w:p w14:paraId="7EFA9194" w14:textId="77777777" w:rsidR="00251801" w:rsidRPr="00251801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39D13B12" w:rsidR="00DA54B5" w:rsidRPr="000D078A" w:rsidRDefault="00251801" w:rsidP="002518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51801">
              <w:rPr>
                <w:rStyle w:val="SITemporaryText-red"/>
                <w:color w:val="auto"/>
                <w:sz w:val="20"/>
              </w:rPr>
              <w:t xml:space="preserve">Updated </w:t>
            </w:r>
            <w:r w:rsidR="00793946" w:rsidRPr="00251801">
              <w:rPr>
                <w:rStyle w:val="SITemporaryText-red"/>
                <w:color w:val="auto"/>
                <w:sz w:val="20"/>
              </w:rPr>
              <w:t xml:space="preserve">Assessment Conditions to </w:t>
            </w:r>
            <w:proofErr w:type="gramStart"/>
            <w:r w:rsidR="00793946" w:rsidRPr="00251801">
              <w:rPr>
                <w:rStyle w:val="SITemporaryText-red"/>
                <w:color w:val="auto"/>
                <w:sz w:val="20"/>
              </w:rPr>
              <w:t>comply with</w:t>
            </w:r>
            <w:proofErr w:type="gramEnd"/>
            <w:r w:rsidR="00793946" w:rsidRPr="00251801">
              <w:rPr>
                <w:rStyle w:val="SITemporaryText-red"/>
                <w:color w:val="auto"/>
                <w:sz w:val="20"/>
              </w:rPr>
              <w:t xml:space="preserve"> Standards for Training Packages</w:t>
            </w:r>
          </w:p>
        </w:tc>
        <w:tc>
          <w:tcPr>
            <w:tcW w:w="1616" w:type="pct"/>
          </w:tcPr>
          <w:p w14:paraId="76E3432F" w14:textId="35447F76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5CB6CC0A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202BF7C0" w:rsidR="00251801" w:rsidRDefault="00251801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2CF318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02260" w:rsidRPr="00A02260">
              <w:t>FWPHAR</w:t>
            </w:r>
            <w:r w:rsidR="00251801">
              <w:t>3</w:t>
            </w:r>
            <w:r w:rsidR="00DF4D46">
              <w:t>XXX</w:t>
            </w:r>
            <w:r w:rsidR="00A02260" w:rsidRPr="00A02260">
              <w:t xml:space="preserve"> </w:t>
            </w:r>
            <w:r w:rsidR="007162DE">
              <w:t>C</w:t>
            </w:r>
            <w:r w:rsidR="00A02260" w:rsidRPr="00A02260">
              <w:t>oordinate log recovery (hook tender)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42F8829D" w14:textId="67BAC53E" w:rsidR="00C41908" w:rsidRDefault="00DA54B5" w:rsidP="00E217F5">
            <w:pPr>
              <w:pStyle w:val="SIText"/>
              <w:rPr>
                <w:rStyle w:val="SITemporaryText-red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C41908">
              <w:rPr>
                <w:rStyle w:val="SITemporaryText-red"/>
              </w:rPr>
              <w:t>:</w:t>
            </w:r>
          </w:p>
          <w:p w14:paraId="4A9D66F6" w14:textId="3055F35B" w:rsidR="00C747EA" w:rsidRDefault="00E104E1" w:rsidP="000D078A">
            <w:pPr>
              <w:pStyle w:val="SIBulletList1"/>
            </w:pPr>
            <w:r w:rsidRPr="00FC3C93">
              <w:rPr>
                <w:rStyle w:val="SITemporaryText-red"/>
                <w:color w:val="auto"/>
                <w:sz w:val="20"/>
              </w:rPr>
              <w:t xml:space="preserve">planned and </w:t>
            </w:r>
            <w:r w:rsidR="00A02260" w:rsidRPr="000D0555">
              <w:t>coordinate</w:t>
            </w:r>
            <w:r w:rsidRPr="000D0555">
              <w:t>d</w:t>
            </w:r>
            <w:r w:rsidR="00A02260" w:rsidRPr="000D0555">
              <w:t xml:space="preserve"> the establishment </w:t>
            </w:r>
            <w:r w:rsidR="00864F94">
              <w:t xml:space="preserve">of </w:t>
            </w:r>
            <w:r w:rsidR="00D909E0">
              <w:t>one of the following</w:t>
            </w:r>
            <w:r w:rsidR="00BE3BDF">
              <w:t xml:space="preserve"> </w:t>
            </w:r>
            <w:r w:rsidR="000D0555" w:rsidRPr="000D0555">
              <w:t>cable recovery syst</w:t>
            </w:r>
            <w:r w:rsidR="00FC3C93">
              <w:t>ems:</w:t>
            </w:r>
          </w:p>
          <w:p w14:paraId="09E17FCB" w14:textId="77777777" w:rsidR="00A02260" w:rsidRPr="00A02260" w:rsidRDefault="00A02260" w:rsidP="00CD1210">
            <w:pPr>
              <w:pStyle w:val="SIBulletList2"/>
            </w:pPr>
            <w:r w:rsidRPr="00A02260">
              <w:t>high lead (no skyline)</w:t>
            </w:r>
          </w:p>
          <w:p w14:paraId="2AF0564E" w14:textId="77777777" w:rsidR="00A02260" w:rsidRPr="00A02260" w:rsidRDefault="00A02260" w:rsidP="00CD1210">
            <w:pPr>
              <w:pStyle w:val="SIBulletList2"/>
            </w:pPr>
            <w:r w:rsidRPr="00A02260">
              <w:t>standing skyline</w:t>
            </w:r>
          </w:p>
          <w:p w14:paraId="612BB3B8" w14:textId="77777777" w:rsidR="00A02260" w:rsidRPr="00A02260" w:rsidRDefault="00A02260" w:rsidP="00CD1210">
            <w:pPr>
              <w:pStyle w:val="SIBulletList2"/>
            </w:pPr>
            <w:r w:rsidRPr="00A02260">
              <w:t>running skyline</w:t>
            </w:r>
          </w:p>
          <w:p w14:paraId="3F4E2EAA" w14:textId="42E92701" w:rsidR="00D32621" w:rsidRPr="000754EC" w:rsidRDefault="00CD1210" w:rsidP="00D33066">
            <w:pPr>
              <w:pStyle w:val="SIBulletList1"/>
            </w:pPr>
            <w:r w:rsidRPr="00CD1210">
              <w:t>coordinate</w:t>
            </w:r>
            <w:r w:rsidR="00F902B5">
              <w:t>d</w:t>
            </w:r>
            <w:r w:rsidRPr="00CD1210">
              <w:t xml:space="preserve"> hook tender operations</w:t>
            </w:r>
            <w:r>
              <w:t xml:space="preserve"> for </w:t>
            </w:r>
            <w:r w:rsidR="00D32621" w:rsidRPr="00D32621">
              <w:t>four turns of felled logs following workplace policies and procedures and related industry codes of practice for log recovery operations</w:t>
            </w:r>
            <w:r w:rsidR="00D3306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0D078A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78A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0D078A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0D078A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CB9AF6F" w14:textId="77777777" w:rsidR="00A02260" w:rsidRPr="00A02260" w:rsidRDefault="00A02260" w:rsidP="00A02260">
            <w:pPr>
              <w:pStyle w:val="SIBulletList1"/>
            </w:pPr>
            <w:r w:rsidRPr="00A02260">
              <w:t>content and application of applicable state or territory code of practice for log recovery activities</w:t>
            </w:r>
          </w:p>
          <w:p w14:paraId="7A8C2291" w14:textId="77777777" w:rsidR="00A02260" w:rsidRPr="00A02260" w:rsidRDefault="00A02260" w:rsidP="00A02260">
            <w:pPr>
              <w:pStyle w:val="SIBulletList1"/>
            </w:pPr>
            <w:r w:rsidRPr="00A02260">
              <w:t>key features of these varying environmental conditions and effects on the layout, set up and operation of cable systems for log recovery:</w:t>
            </w:r>
          </w:p>
          <w:p w14:paraId="6D170E95" w14:textId="77777777" w:rsidR="00A02260" w:rsidRPr="00A02260" w:rsidRDefault="00A02260" w:rsidP="00A02260">
            <w:pPr>
              <w:pStyle w:val="SIBulletList2"/>
            </w:pPr>
            <w:r w:rsidRPr="00A02260">
              <w:t xml:space="preserve">fallen </w:t>
            </w:r>
            <w:proofErr w:type="gramStart"/>
            <w:r w:rsidRPr="00A02260">
              <w:t>trees</w:t>
            </w:r>
            <w:proofErr w:type="gramEnd"/>
          </w:p>
          <w:p w14:paraId="2897585A" w14:textId="77777777" w:rsidR="00A02260" w:rsidRPr="00A02260" w:rsidRDefault="00A02260" w:rsidP="00A02260">
            <w:pPr>
              <w:pStyle w:val="SIBulletList2"/>
            </w:pPr>
            <w:r w:rsidRPr="00A02260">
              <w:t>general forest lean</w:t>
            </w:r>
          </w:p>
          <w:p w14:paraId="51252FAA" w14:textId="77777777" w:rsidR="00A02260" w:rsidRPr="00A02260" w:rsidRDefault="00A02260" w:rsidP="00A02260">
            <w:pPr>
              <w:pStyle w:val="SIBulletList2"/>
            </w:pPr>
            <w:r w:rsidRPr="00A02260">
              <w:t>ground growth</w:t>
            </w:r>
          </w:p>
          <w:p w14:paraId="1AA264BA" w14:textId="77777777" w:rsidR="00A02260" w:rsidRPr="00A02260" w:rsidRDefault="00A02260" w:rsidP="00A02260">
            <w:pPr>
              <w:pStyle w:val="SIBulletList2"/>
            </w:pPr>
            <w:r w:rsidRPr="00A02260">
              <w:t>ground hazards and obstacles</w:t>
            </w:r>
          </w:p>
          <w:p w14:paraId="62FEF07C" w14:textId="77777777" w:rsidR="00A02260" w:rsidRPr="00A02260" w:rsidRDefault="00A02260" w:rsidP="00A02260">
            <w:pPr>
              <w:pStyle w:val="SIBulletList2"/>
            </w:pPr>
            <w:r w:rsidRPr="00A02260">
              <w:t>ground slope</w:t>
            </w:r>
          </w:p>
          <w:p w14:paraId="695CB8BC" w14:textId="77777777" w:rsidR="00A02260" w:rsidRPr="00A02260" w:rsidRDefault="00A02260" w:rsidP="00A02260">
            <w:pPr>
              <w:pStyle w:val="SIBulletList2"/>
            </w:pPr>
            <w:r w:rsidRPr="00A02260">
              <w:t>density of trees</w:t>
            </w:r>
          </w:p>
          <w:p w14:paraId="2527EF85" w14:textId="77777777" w:rsidR="00A02260" w:rsidRPr="00A02260" w:rsidRDefault="00A02260" w:rsidP="00A02260">
            <w:pPr>
              <w:pStyle w:val="SIBulletList2"/>
            </w:pPr>
            <w:r w:rsidRPr="00A02260">
              <w:t>wet and adverse weather conditions</w:t>
            </w:r>
          </w:p>
          <w:p w14:paraId="081C9863" w14:textId="77777777" w:rsidR="00A02260" w:rsidRPr="00A02260" w:rsidRDefault="00A02260" w:rsidP="00A02260">
            <w:pPr>
              <w:pStyle w:val="SIBulletList2"/>
            </w:pPr>
            <w:r w:rsidRPr="00A02260">
              <w:t>wind speed and direction</w:t>
            </w:r>
          </w:p>
          <w:p w14:paraId="4C0EC3FD" w14:textId="77777777" w:rsidR="00A02260" w:rsidRPr="00A02260" w:rsidRDefault="00A02260" w:rsidP="00A02260">
            <w:pPr>
              <w:pStyle w:val="SIBulletList1"/>
            </w:pPr>
            <w:r w:rsidRPr="00A02260">
              <w:t>environmental protection practices for forest and forest farm settings:</w:t>
            </w:r>
          </w:p>
          <w:p w14:paraId="6D819953" w14:textId="77777777" w:rsidR="00A02260" w:rsidRPr="00A02260" w:rsidRDefault="00A02260" w:rsidP="00A02260">
            <w:pPr>
              <w:pStyle w:val="SIBulletList2"/>
            </w:pPr>
            <w:r w:rsidRPr="00A02260">
              <w:t>safe disposal of waste material</w:t>
            </w:r>
          </w:p>
          <w:p w14:paraId="1FE3EBE2" w14:textId="77777777" w:rsidR="00A02260" w:rsidRPr="00A02260" w:rsidRDefault="00A02260" w:rsidP="00A02260">
            <w:pPr>
              <w:pStyle w:val="SIBulletList2"/>
            </w:pPr>
            <w:r w:rsidRPr="00A02260">
              <w:t xml:space="preserve">cleaning of plant, </w:t>
            </w:r>
            <w:proofErr w:type="gramStart"/>
            <w:r w:rsidRPr="00A02260">
              <w:t>tools</w:t>
            </w:r>
            <w:proofErr w:type="gramEnd"/>
            <w:r w:rsidRPr="00A02260">
              <w:t xml:space="preserve"> and equipment</w:t>
            </w:r>
          </w:p>
          <w:p w14:paraId="05DCF1C8" w14:textId="77777777" w:rsidR="00A02260" w:rsidRPr="00A02260" w:rsidRDefault="00A02260" w:rsidP="00A02260">
            <w:pPr>
              <w:pStyle w:val="SIBulletList2"/>
            </w:pPr>
            <w:r w:rsidRPr="00A02260">
              <w:t>soil and water protection</w:t>
            </w:r>
          </w:p>
          <w:p w14:paraId="08342D5F" w14:textId="77777777" w:rsidR="00A02260" w:rsidRPr="00A02260" w:rsidRDefault="00A02260" w:rsidP="00A02260">
            <w:pPr>
              <w:pStyle w:val="SIBulletList1"/>
            </w:pPr>
            <w:r w:rsidRPr="00A02260">
              <w:t>industry standard lengths for logs</w:t>
            </w:r>
          </w:p>
          <w:p w14:paraId="54BD5354" w14:textId="77777777" w:rsidR="00A02260" w:rsidRPr="00A02260" w:rsidRDefault="00A02260" w:rsidP="00A02260">
            <w:pPr>
              <w:pStyle w:val="SIBulletList1"/>
            </w:pPr>
            <w:r w:rsidRPr="00A02260">
              <w:t>operational planning processes for:</w:t>
            </w:r>
          </w:p>
          <w:p w14:paraId="7E3291BB" w14:textId="77777777" w:rsidR="00A02260" w:rsidRPr="00A02260" w:rsidRDefault="00A02260" w:rsidP="00A02260">
            <w:pPr>
              <w:pStyle w:val="SIBulletList2"/>
            </w:pPr>
            <w:r w:rsidRPr="00A02260">
              <w:t>designing and coordinating the establishment of cable recovery systems</w:t>
            </w:r>
          </w:p>
          <w:p w14:paraId="750DB96D" w14:textId="77777777" w:rsidR="00A02260" w:rsidRPr="00A02260" w:rsidRDefault="00A02260" w:rsidP="00A02260">
            <w:pPr>
              <w:pStyle w:val="SIBulletList2"/>
            </w:pPr>
            <w:r w:rsidRPr="00A02260">
              <w:t xml:space="preserve">determining the most time and </w:t>
            </w:r>
            <w:proofErr w:type="gramStart"/>
            <w:r w:rsidRPr="00A02260">
              <w:t>cost effective</w:t>
            </w:r>
            <w:proofErr w:type="gramEnd"/>
            <w:r w:rsidRPr="00A02260">
              <w:t xml:space="preserve"> method of log recovery</w:t>
            </w:r>
          </w:p>
          <w:p w14:paraId="2A8F8C9A" w14:textId="77777777" w:rsidR="00A02260" w:rsidRPr="00A02260" w:rsidRDefault="00A02260" w:rsidP="00A02260">
            <w:pPr>
              <w:pStyle w:val="SIBulletList1"/>
            </w:pPr>
            <w:r w:rsidRPr="00A02260">
              <w:t>techniques used in cable log recovery:</w:t>
            </w:r>
          </w:p>
          <w:p w14:paraId="6011A91D" w14:textId="77777777" w:rsidR="00A02260" w:rsidRPr="00A02260" w:rsidRDefault="00A02260" w:rsidP="00A02260">
            <w:pPr>
              <w:pStyle w:val="SIBulletList2"/>
            </w:pPr>
            <w:r w:rsidRPr="00A02260">
              <w:t>log extraction methods</w:t>
            </w:r>
          </w:p>
          <w:p w14:paraId="2091AE14" w14:textId="77777777" w:rsidR="00A02260" w:rsidRPr="00A02260" w:rsidRDefault="00A02260" w:rsidP="00A02260">
            <w:pPr>
              <w:pStyle w:val="SIBulletList2"/>
            </w:pPr>
            <w:r w:rsidRPr="00A02260">
              <w:t>rigging techniques</w:t>
            </w:r>
          </w:p>
          <w:p w14:paraId="0FD0085D" w14:textId="77777777" w:rsidR="00A02260" w:rsidRPr="00A02260" w:rsidRDefault="00A02260" w:rsidP="00A02260">
            <w:pPr>
              <w:pStyle w:val="SIBulletList1"/>
            </w:pPr>
            <w:r w:rsidRPr="00A02260">
              <w:t>typical industry chain of command for communication of information and instruction</w:t>
            </w:r>
          </w:p>
          <w:p w14:paraId="3ADD9C1F" w14:textId="77777777" w:rsidR="00A02260" w:rsidRPr="00A02260" w:rsidRDefault="00A02260" w:rsidP="00A02260">
            <w:pPr>
              <w:pStyle w:val="SIBulletList1"/>
            </w:pPr>
            <w:r w:rsidRPr="00A02260">
              <w:t xml:space="preserve">purpose, </w:t>
            </w:r>
            <w:proofErr w:type="gramStart"/>
            <w:r w:rsidRPr="00A02260">
              <w:t>features</w:t>
            </w:r>
            <w:proofErr w:type="gramEnd"/>
            <w:r w:rsidRPr="00A02260">
              <w:t xml:space="preserve"> and operation of cable logging system and rigging components:</w:t>
            </w:r>
          </w:p>
          <w:p w14:paraId="62BB1DE9" w14:textId="77777777" w:rsidR="00A02260" w:rsidRPr="00A02260" w:rsidRDefault="00A02260" w:rsidP="00A02260">
            <w:pPr>
              <w:pStyle w:val="SIBulletList1"/>
            </w:pPr>
            <w:r w:rsidRPr="00A02260">
              <w:t>cable systems:</w:t>
            </w:r>
          </w:p>
          <w:p w14:paraId="3F776CE1" w14:textId="77777777" w:rsidR="00A02260" w:rsidRPr="00A02260" w:rsidRDefault="00A02260" w:rsidP="00A02260">
            <w:pPr>
              <w:pStyle w:val="SIBulletList2"/>
            </w:pPr>
            <w:r w:rsidRPr="00A02260">
              <w:t>high lead (no skyline)</w:t>
            </w:r>
          </w:p>
          <w:p w14:paraId="6398C988" w14:textId="77777777" w:rsidR="00A02260" w:rsidRPr="00A02260" w:rsidRDefault="00A02260" w:rsidP="00A02260">
            <w:pPr>
              <w:pStyle w:val="SIBulletList2"/>
            </w:pPr>
            <w:r w:rsidRPr="00A02260">
              <w:t>standing skyline</w:t>
            </w:r>
          </w:p>
          <w:p w14:paraId="77783F6B" w14:textId="77777777" w:rsidR="00A02260" w:rsidRPr="00A02260" w:rsidRDefault="00A02260" w:rsidP="00A02260">
            <w:pPr>
              <w:pStyle w:val="SIBulletList2"/>
            </w:pPr>
            <w:r w:rsidRPr="00A02260">
              <w:t>running skyline</w:t>
            </w:r>
          </w:p>
          <w:p w14:paraId="5B25E3FB" w14:textId="77777777" w:rsidR="00A02260" w:rsidRPr="00A02260" w:rsidRDefault="00A02260" w:rsidP="00A02260">
            <w:pPr>
              <w:pStyle w:val="SIBulletList1"/>
            </w:pPr>
            <w:r w:rsidRPr="00A02260">
              <w:t>system design additions:</w:t>
            </w:r>
          </w:p>
          <w:p w14:paraId="57A7F49D" w14:textId="77777777" w:rsidR="00A02260" w:rsidRPr="00A02260" w:rsidRDefault="00A02260" w:rsidP="00A02260">
            <w:pPr>
              <w:pStyle w:val="SIBulletList2"/>
            </w:pPr>
            <w:r w:rsidRPr="00A02260">
              <w:t>blind leads</w:t>
            </w:r>
          </w:p>
          <w:p w14:paraId="61602278" w14:textId="77777777" w:rsidR="00A02260" w:rsidRPr="00A02260" w:rsidRDefault="00A02260" w:rsidP="00A02260">
            <w:pPr>
              <w:pStyle w:val="SIBulletList2"/>
            </w:pPr>
            <w:r w:rsidRPr="00A02260">
              <w:t>bridling</w:t>
            </w:r>
          </w:p>
          <w:p w14:paraId="401743F7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multispans</w:t>
            </w:r>
            <w:proofErr w:type="spellEnd"/>
          </w:p>
          <w:p w14:paraId="5797238F" w14:textId="77777777" w:rsidR="00A02260" w:rsidRPr="00A02260" w:rsidRDefault="00A02260" w:rsidP="00A02260">
            <w:pPr>
              <w:pStyle w:val="SIBulletList1"/>
            </w:pPr>
            <w:r w:rsidRPr="00A02260">
              <w:t>yarders and anchors:</w:t>
            </w:r>
          </w:p>
          <w:p w14:paraId="5C3C1411" w14:textId="77777777" w:rsidR="00A02260" w:rsidRPr="00A02260" w:rsidRDefault="00A02260" w:rsidP="00A02260">
            <w:pPr>
              <w:pStyle w:val="SIBulletList2"/>
            </w:pPr>
            <w:r w:rsidRPr="00A02260">
              <w:t>anchors</w:t>
            </w:r>
          </w:p>
          <w:p w14:paraId="07DAB854" w14:textId="77777777" w:rsidR="00A02260" w:rsidRPr="00A02260" w:rsidRDefault="00A02260" w:rsidP="00A02260">
            <w:pPr>
              <w:pStyle w:val="SIBulletList2"/>
            </w:pPr>
            <w:r w:rsidRPr="00A02260">
              <w:t>block stumps</w:t>
            </w:r>
          </w:p>
          <w:p w14:paraId="6CDE346C" w14:textId="77777777" w:rsidR="00A02260" w:rsidRPr="00A02260" w:rsidRDefault="00A02260" w:rsidP="00A02260">
            <w:pPr>
              <w:pStyle w:val="SIBulletList2"/>
            </w:pPr>
            <w:r w:rsidRPr="00A02260">
              <w:t>mobile backstops</w:t>
            </w:r>
          </w:p>
          <w:p w14:paraId="238DFF22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tailholds</w:t>
            </w:r>
            <w:proofErr w:type="spellEnd"/>
          </w:p>
          <w:p w14:paraId="19818469" w14:textId="77777777" w:rsidR="00A02260" w:rsidRPr="00A02260" w:rsidRDefault="00A02260" w:rsidP="00A02260">
            <w:pPr>
              <w:pStyle w:val="SIBulletList1"/>
            </w:pPr>
            <w:r w:rsidRPr="00A02260">
              <w:t>lines:</w:t>
            </w:r>
          </w:p>
          <w:p w14:paraId="18C16772" w14:textId="77777777" w:rsidR="00A02260" w:rsidRPr="00A02260" w:rsidRDefault="00A02260" w:rsidP="00A02260">
            <w:pPr>
              <w:pStyle w:val="SIBulletList2"/>
            </w:pPr>
            <w:r w:rsidRPr="00A02260">
              <w:t>extensions</w:t>
            </w:r>
          </w:p>
          <w:p w14:paraId="4EAA35D6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lastRenderedPageBreak/>
              <w:t>guylines</w:t>
            </w:r>
            <w:proofErr w:type="spellEnd"/>
          </w:p>
          <w:p w14:paraId="72E04022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haulback</w:t>
            </w:r>
            <w:proofErr w:type="spellEnd"/>
            <w:r w:rsidRPr="00A02260">
              <w:t xml:space="preserve"> lines</w:t>
            </w:r>
          </w:p>
          <w:p w14:paraId="2009600D" w14:textId="77777777" w:rsidR="00A02260" w:rsidRPr="00A02260" w:rsidRDefault="00A02260" w:rsidP="00A02260">
            <w:pPr>
              <w:pStyle w:val="SIBulletList2"/>
            </w:pPr>
            <w:r w:rsidRPr="00A02260">
              <w:t>mainlines</w:t>
            </w:r>
          </w:p>
          <w:p w14:paraId="22B68467" w14:textId="77777777" w:rsidR="00A02260" w:rsidRPr="00A02260" w:rsidRDefault="00A02260" w:rsidP="00A02260">
            <w:pPr>
              <w:pStyle w:val="SIBulletList2"/>
            </w:pPr>
            <w:r w:rsidRPr="00A02260">
              <w:t>skylines</w:t>
            </w:r>
          </w:p>
          <w:p w14:paraId="4F02274D" w14:textId="77777777" w:rsidR="00A02260" w:rsidRPr="00A02260" w:rsidRDefault="00A02260" w:rsidP="00A02260">
            <w:pPr>
              <w:pStyle w:val="SIBulletList2"/>
            </w:pPr>
            <w:proofErr w:type="spellStart"/>
            <w:r w:rsidRPr="00A02260">
              <w:t>strawlines</w:t>
            </w:r>
            <w:proofErr w:type="spellEnd"/>
          </w:p>
          <w:p w14:paraId="20AAA48B" w14:textId="77777777" w:rsidR="00A02260" w:rsidRPr="00A02260" w:rsidRDefault="00A02260" w:rsidP="00A02260">
            <w:pPr>
              <w:pStyle w:val="SIBulletList1"/>
            </w:pPr>
            <w:r w:rsidRPr="00A02260">
              <w:t>towers</w:t>
            </w:r>
          </w:p>
          <w:p w14:paraId="4D772DBB" w14:textId="77777777" w:rsidR="00A02260" w:rsidRPr="00A02260" w:rsidRDefault="00A02260" w:rsidP="00A02260">
            <w:pPr>
              <w:pStyle w:val="SIBulletList1"/>
            </w:pPr>
            <w:r w:rsidRPr="00A02260">
              <w:t>spars and support trees</w:t>
            </w:r>
          </w:p>
          <w:p w14:paraId="7022327A" w14:textId="77777777" w:rsidR="00A02260" w:rsidRPr="00A02260" w:rsidRDefault="00A02260" w:rsidP="00A02260">
            <w:pPr>
              <w:pStyle w:val="SIBulletList1"/>
            </w:pPr>
            <w:r w:rsidRPr="00A02260">
              <w:t>organisational procedures specific to cable log recovery coordination:</w:t>
            </w:r>
          </w:p>
          <w:p w14:paraId="6AF76076" w14:textId="77777777" w:rsidR="00A02260" w:rsidRPr="00A02260" w:rsidRDefault="00A02260" w:rsidP="00A02260">
            <w:pPr>
              <w:pStyle w:val="SIBulletList2"/>
            </w:pPr>
            <w:r w:rsidRPr="00A02260">
              <w:t>workplace health and safety with particular emphasis on use of equipment</w:t>
            </w:r>
          </w:p>
          <w:p w14:paraId="2F3C8FAC" w14:textId="77777777" w:rsidR="00A02260" w:rsidRPr="00A02260" w:rsidRDefault="00A02260" w:rsidP="00A02260">
            <w:pPr>
              <w:pStyle w:val="SIBulletList2"/>
            </w:pPr>
            <w:r w:rsidRPr="00A02260">
              <w:t xml:space="preserve">communication reporting lines during set up and operation of cable systems for log </w:t>
            </w:r>
            <w:proofErr w:type="gramStart"/>
            <w:r w:rsidRPr="00A02260">
              <w:t>recovery</w:t>
            </w:r>
            <w:proofErr w:type="gramEnd"/>
          </w:p>
          <w:p w14:paraId="594042BC" w14:textId="3510CA0D" w:rsidR="00F1480E" w:rsidRPr="000754EC" w:rsidRDefault="00A02260" w:rsidP="00A02260">
            <w:pPr>
              <w:pStyle w:val="SIBulletList2"/>
            </w:pPr>
            <w:r w:rsidRPr="00A02260">
              <w:t>recording and reporting breakout process and equipment faults.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1A9604B" w14:textId="77777777" w:rsidR="00EA2AAF" w:rsidRPr="005C064E" w:rsidRDefault="00EA2AAF" w:rsidP="005C0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9DFF789" w14:textId="77777777" w:rsidR="00EA2AAF" w:rsidRPr="005C064E" w:rsidRDefault="00EA2AAF" w:rsidP="005C0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02817E3" w14:textId="058A18B3" w:rsidR="00EA2AAF" w:rsidRPr="005C064E" w:rsidRDefault="00EA2AAF" w:rsidP="005C064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5C064E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D29467D" w14:textId="77777777" w:rsidR="00EA2AAF" w:rsidRPr="005C064E" w:rsidRDefault="00EA2AAF" w:rsidP="005C064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C064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C064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382203F" w14:textId="7545510C" w:rsidR="00EA2AAF" w:rsidRDefault="00F40CCE" w:rsidP="00180415">
            <w:pPr>
              <w:pStyle w:val="SIBulletList2"/>
            </w:pPr>
            <w:r>
              <w:t>co</w:t>
            </w:r>
            <w:r w:rsidR="00806ECF">
              <w:t>upe with logs for recovery</w:t>
            </w:r>
          </w:p>
          <w:p w14:paraId="7F433FED" w14:textId="6C7AC937" w:rsidR="00180415" w:rsidRPr="00EA2AAF" w:rsidRDefault="00180415">
            <w:pPr>
              <w:pStyle w:val="SIBulletList2"/>
            </w:pPr>
            <w:r w:rsidRPr="00180415">
              <w:t xml:space="preserve">a team of rigging slingers, yarders, choker setters and chasers with whom the individual can </w:t>
            </w:r>
            <w:proofErr w:type="gramStart"/>
            <w:r w:rsidRPr="00180415">
              <w:t>interact</w:t>
            </w:r>
            <w:proofErr w:type="gramEnd"/>
          </w:p>
          <w:p w14:paraId="2DDB43F2" w14:textId="31CB62CB" w:rsidR="00F40CCE" w:rsidRPr="00F40CCE" w:rsidRDefault="00F40CCE" w:rsidP="000D078A">
            <w:pPr>
              <w:pStyle w:val="SIBulletList2"/>
            </w:pPr>
            <w:r w:rsidRPr="00F40CCE">
              <w:t>cable system</w:t>
            </w:r>
            <w:r w:rsidR="00806ECF">
              <w:t xml:space="preserve"> and associated </w:t>
            </w:r>
            <w:r w:rsidR="00806ECF" w:rsidRPr="00806ECF">
              <w:t xml:space="preserve">rigging equipment for log recovery </w:t>
            </w:r>
            <w:r w:rsidRPr="00F40CCE">
              <w:t xml:space="preserve">yarder and </w:t>
            </w:r>
            <w:proofErr w:type="gramStart"/>
            <w:r w:rsidRPr="00F40CCE">
              <w:t>anchors</w:t>
            </w:r>
            <w:proofErr w:type="gramEnd"/>
          </w:p>
          <w:p w14:paraId="6ABADBB5" w14:textId="77777777" w:rsidR="00F40CCE" w:rsidRPr="00806ECF" w:rsidRDefault="00F40CCE" w:rsidP="000D078A">
            <w:pPr>
              <w:pStyle w:val="SIBulletList2"/>
            </w:pPr>
            <w:r w:rsidRPr="00806ECF">
              <w:t>personal protective equipment suitable for log recovery coordination</w:t>
            </w:r>
          </w:p>
          <w:p w14:paraId="1085EA28" w14:textId="77777777" w:rsidR="00EA2AAF" w:rsidRPr="00055E72" w:rsidRDefault="00EA2AAF" w:rsidP="000D078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55E7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771B5C" w14:textId="46CEA4F3" w:rsidR="00EA2AAF" w:rsidRPr="00EA2AAF" w:rsidRDefault="005C064E" w:rsidP="009C18FC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EA2AAF" w:rsidRPr="00EA2AAF">
              <w:t xml:space="preserve">applicable to </w:t>
            </w:r>
            <w:r w:rsidR="00806ECF" w:rsidRPr="00806ECF">
              <w:t>cable logging</w:t>
            </w:r>
            <w:r>
              <w:t xml:space="preserve"> operations</w:t>
            </w:r>
          </w:p>
          <w:p w14:paraId="51614D05" w14:textId="5628BCB6" w:rsidR="00EA2AAF" w:rsidRPr="00EA2AAF" w:rsidRDefault="00EA2AAF" w:rsidP="00180415">
            <w:pPr>
              <w:pStyle w:val="SIBulletList2"/>
            </w:pPr>
            <w:r w:rsidRPr="00EA2AAF">
              <w:t xml:space="preserve">workplace procedures for </w:t>
            </w:r>
            <w:r w:rsidR="005C064E">
              <w:t>cable logging</w:t>
            </w:r>
            <w:r w:rsidRPr="00EA2AAF">
              <w:t xml:space="preserve"> operations</w:t>
            </w:r>
            <w:r w:rsidR="00BF0DC8">
              <w:t>.</w:t>
            </w:r>
          </w:p>
          <w:p w14:paraId="1CD4A64A" w14:textId="77777777" w:rsidR="00EA2AAF" w:rsidRPr="00EA2AAF" w:rsidRDefault="00EA2AAF" w:rsidP="00EA2AAF">
            <w:pPr>
              <w:pStyle w:val="SIText"/>
              <w:rPr>
                <w:rStyle w:val="SITemporaryText-red"/>
              </w:rPr>
            </w:pPr>
          </w:p>
          <w:p w14:paraId="408F0CDB" w14:textId="70843D79" w:rsidR="00DA54B5" w:rsidRPr="005C064E" w:rsidRDefault="00EA2AAF" w:rsidP="005C06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C064E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0F68C" w14:textId="77777777" w:rsidR="0068179E" w:rsidRDefault="0068179E" w:rsidP="00BF3F0A">
      <w:r>
        <w:separator/>
      </w:r>
    </w:p>
    <w:p w14:paraId="519F4C19" w14:textId="77777777" w:rsidR="0068179E" w:rsidRDefault="0068179E"/>
  </w:endnote>
  <w:endnote w:type="continuationSeparator" w:id="0">
    <w:p w14:paraId="4E127B18" w14:textId="77777777" w:rsidR="0068179E" w:rsidRDefault="0068179E" w:rsidP="00BF3F0A">
      <w:r>
        <w:continuationSeparator/>
      </w:r>
    </w:p>
    <w:p w14:paraId="3609199E" w14:textId="77777777" w:rsidR="0068179E" w:rsidRDefault="00681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153E4" w14:textId="77777777" w:rsidR="000D078A" w:rsidRDefault="000D07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2900" w14:textId="77777777" w:rsidR="000D078A" w:rsidRDefault="000D07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A9B0" w14:textId="77777777" w:rsidR="0068179E" w:rsidRDefault="0068179E" w:rsidP="00BF3F0A">
      <w:r>
        <w:separator/>
      </w:r>
    </w:p>
    <w:p w14:paraId="133880CF" w14:textId="77777777" w:rsidR="0068179E" w:rsidRDefault="0068179E"/>
  </w:footnote>
  <w:footnote w:type="continuationSeparator" w:id="0">
    <w:p w14:paraId="45F5ADDB" w14:textId="77777777" w:rsidR="0068179E" w:rsidRDefault="0068179E" w:rsidP="00BF3F0A">
      <w:r>
        <w:continuationSeparator/>
      </w:r>
    </w:p>
    <w:p w14:paraId="7D1B7C74" w14:textId="77777777" w:rsidR="0068179E" w:rsidRDefault="00681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8672" w14:textId="77777777" w:rsidR="000D078A" w:rsidRDefault="000D07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F9813F5" w:rsidR="009C2650" w:rsidRPr="00A02260" w:rsidRDefault="00A02260" w:rsidP="000D078A">
    <w:pPr>
      <w:pStyle w:val="SIText"/>
    </w:pPr>
    <w:r w:rsidRPr="00A02260">
      <w:t>FWPHAR</w:t>
    </w:r>
    <w:r w:rsidR="000D078A">
      <w:t>3</w:t>
    </w:r>
    <w:r w:rsidR="00F73E35">
      <w:t>XXX</w:t>
    </w:r>
    <w:r w:rsidRPr="00A02260">
      <w:t xml:space="preserve"> </w:t>
    </w:r>
    <w:r w:rsidR="007162DE">
      <w:t>C</w:t>
    </w:r>
    <w:r w:rsidR="00BB54AE" w:rsidRPr="00BB54AE">
      <w:t>oordinate log recovery (hook tender)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BCC3" w14:textId="77777777" w:rsidR="000D078A" w:rsidRDefault="000D07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142A5"/>
    <w:multiLevelType w:val="multilevel"/>
    <w:tmpl w:val="03567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EC42F5"/>
    <w:multiLevelType w:val="multilevel"/>
    <w:tmpl w:val="016272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BB70B3E"/>
    <w:multiLevelType w:val="multilevel"/>
    <w:tmpl w:val="F79EF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0MLA0Nja0NDI1MDFS0lEKTi0uzszPAykwqgUAGiJjA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55E72"/>
    <w:rsid w:val="00064BFE"/>
    <w:rsid w:val="00066F76"/>
    <w:rsid w:val="00070B3E"/>
    <w:rsid w:val="00071F95"/>
    <w:rsid w:val="000737BB"/>
    <w:rsid w:val="00074E47"/>
    <w:rsid w:val="000754EC"/>
    <w:rsid w:val="0009093B"/>
    <w:rsid w:val="00091677"/>
    <w:rsid w:val="000A5441"/>
    <w:rsid w:val="000B2022"/>
    <w:rsid w:val="000C149A"/>
    <w:rsid w:val="000C224E"/>
    <w:rsid w:val="000C5640"/>
    <w:rsid w:val="000D0555"/>
    <w:rsid w:val="000D078A"/>
    <w:rsid w:val="000E25E6"/>
    <w:rsid w:val="000E2C86"/>
    <w:rsid w:val="000E3053"/>
    <w:rsid w:val="000F29F2"/>
    <w:rsid w:val="00101659"/>
    <w:rsid w:val="00105AEA"/>
    <w:rsid w:val="001078BF"/>
    <w:rsid w:val="00132A5A"/>
    <w:rsid w:val="00133957"/>
    <w:rsid w:val="001372F6"/>
    <w:rsid w:val="00144385"/>
    <w:rsid w:val="001451BC"/>
    <w:rsid w:val="00146EEC"/>
    <w:rsid w:val="00151D55"/>
    <w:rsid w:val="00151D76"/>
    <w:rsid w:val="00151D93"/>
    <w:rsid w:val="00156EF3"/>
    <w:rsid w:val="00176159"/>
    <w:rsid w:val="00176E4F"/>
    <w:rsid w:val="00180415"/>
    <w:rsid w:val="00181ABA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8EF"/>
    <w:rsid w:val="001E48EE"/>
    <w:rsid w:val="001F2BA5"/>
    <w:rsid w:val="001F308D"/>
    <w:rsid w:val="00201A7C"/>
    <w:rsid w:val="0021210E"/>
    <w:rsid w:val="0021414D"/>
    <w:rsid w:val="002177F7"/>
    <w:rsid w:val="00222D96"/>
    <w:rsid w:val="00223124"/>
    <w:rsid w:val="00232350"/>
    <w:rsid w:val="00233143"/>
    <w:rsid w:val="00234444"/>
    <w:rsid w:val="00242293"/>
    <w:rsid w:val="00244EA7"/>
    <w:rsid w:val="00251801"/>
    <w:rsid w:val="00257597"/>
    <w:rsid w:val="00262FC3"/>
    <w:rsid w:val="0026394F"/>
    <w:rsid w:val="00267AF6"/>
    <w:rsid w:val="0027191C"/>
    <w:rsid w:val="00276DB8"/>
    <w:rsid w:val="00280859"/>
    <w:rsid w:val="00282664"/>
    <w:rsid w:val="00285A88"/>
    <w:rsid w:val="00285FB8"/>
    <w:rsid w:val="00293F7D"/>
    <w:rsid w:val="002941A0"/>
    <w:rsid w:val="002970C3"/>
    <w:rsid w:val="002A4CD3"/>
    <w:rsid w:val="002A6CC4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2F1ADD"/>
    <w:rsid w:val="0030082A"/>
    <w:rsid w:val="00305EFF"/>
    <w:rsid w:val="00310A6A"/>
    <w:rsid w:val="003144E6"/>
    <w:rsid w:val="00323D6D"/>
    <w:rsid w:val="00337E82"/>
    <w:rsid w:val="00343BBC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204B"/>
    <w:rsid w:val="00394C90"/>
    <w:rsid w:val="003A21F0"/>
    <w:rsid w:val="003A277F"/>
    <w:rsid w:val="003A4230"/>
    <w:rsid w:val="003A58BA"/>
    <w:rsid w:val="003A5AE7"/>
    <w:rsid w:val="003A7221"/>
    <w:rsid w:val="003B3493"/>
    <w:rsid w:val="003B6B73"/>
    <w:rsid w:val="003C13AE"/>
    <w:rsid w:val="003C1B1C"/>
    <w:rsid w:val="003C5F17"/>
    <w:rsid w:val="003C7152"/>
    <w:rsid w:val="003D2E73"/>
    <w:rsid w:val="003E4F23"/>
    <w:rsid w:val="003E63D5"/>
    <w:rsid w:val="003E72B6"/>
    <w:rsid w:val="003E7BBE"/>
    <w:rsid w:val="004127E3"/>
    <w:rsid w:val="0043212E"/>
    <w:rsid w:val="00434366"/>
    <w:rsid w:val="00434ECE"/>
    <w:rsid w:val="00444423"/>
    <w:rsid w:val="00444744"/>
    <w:rsid w:val="00452F3E"/>
    <w:rsid w:val="00452F51"/>
    <w:rsid w:val="0046239A"/>
    <w:rsid w:val="00462731"/>
    <w:rsid w:val="004640AE"/>
    <w:rsid w:val="00467462"/>
    <w:rsid w:val="004679E3"/>
    <w:rsid w:val="00475172"/>
    <w:rsid w:val="004758B0"/>
    <w:rsid w:val="00475F76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6ECF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27D2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1D89"/>
    <w:rsid w:val="00583902"/>
    <w:rsid w:val="00591823"/>
    <w:rsid w:val="005A1D70"/>
    <w:rsid w:val="005A3AA5"/>
    <w:rsid w:val="005A6C9C"/>
    <w:rsid w:val="005A74DC"/>
    <w:rsid w:val="005B5146"/>
    <w:rsid w:val="005C064E"/>
    <w:rsid w:val="005C3FB7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27C"/>
    <w:rsid w:val="00643D1B"/>
    <w:rsid w:val="006452B8"/>
    <w:rsid w:val="00652E62"/>
    <w:rsid w:val="006669A2"/>
    <w:rsid w:val="00672023"/>
    <w:rsid w:val="0068179E"/>
    <w:rsid w:val="00686A49"/>
    <w:rsid w:val="00687B62"/>
    <w:rsid w:val="00690C44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350E"/>
    <w:rsid w:val="006E42FE"/>
    <w:rsid w:val="006F0D02"/>
    <w:rsid w:val="006F10FE"/>
    <w:rsid w:val="006F26D5"/>
    <w:rsid w:val="006F3622"/>
    <w:rsid w:val="00705A20"/>
    <w:rsid w:val="00705EEC"/>
    <w:rsid w:val="00707741"/>
    <w:rsid w:val="00711BAB"/>
    <w:rsid w:val="007134FE"/>
    <w:rsid w:val="00715794"/>
    <w:rsid w:val="007162DE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5C78"/>
    <w:rsid w:val="00757005"/>
    <w:rsid w:val="00761481"/>
    <w:rsid w:val="00761DBE"/>
    <w:rsid w:val="0076523B"/>
    <w:rsid w:val="00765FAC"/>
    <w:rsid w:val="00771B60"/>
    <w:rsid w:val="00772B54"/>
    <w:rsid w:val="00773EDF"/>
    <w:rsid w:val="00781D77"/>
    <w:rsid w:val="00782A0B"/>
    <w:rsid w:val="00782E71"/>
    <w:rsid w:val="00783549"/>
    <w:rsid w:val="007860B7"/>
    <w:rsid w:val="00786DC8"/>
    <w:rsid w:val="00787E00"/>
    <w:rsid w:val="00793607"/>
    <w:rsid w:val="00793946"/>
    <w:rsid w:val="007A300D"/>
    <w:rsid w:val="007B5138"/>
    <w:rsid w:val="007D5A78"/>
    <w:rsid w:val="007E3BD1"/>
    <w:rsid w:val="007F1563"/>
    <w:rsid w:val="007F1EB2"/>
    <w:rsid w:val="007F44DB"/>
    <w:rsid w:val="007F5A8B"/>
    <w:rsid w:val="007F7C8A"/>
    <w:rsid w:val="00806EC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E1A"/>
    <w:rsid w:val="00864F94"/>
    <w:rsid w:val="00865011"/>
    <w:rsid w:val="008661EF"/>
    <w:rsid w:val="00886790"/>
    <w:rsid w:val="008908DE"/>
    <w:rsid w:val="008935AF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18AE"/>
    <w:rsid w:val="008F32F6"/>
    <w:rsid w:val="008F3E8D"/>
    <w:rsid w:val="0090273D"/>
    <w:rsid w:val="00916CD7"/>
    <w:rsid w:val="0092080F"/>
    <w:rsid w:val="00920927"/>
    <w:rsid w:val="00921B38"/>
    <w:rsid w:val="00923720"/>
    <w:rsid w:val="009278C9"/>
    <w:rsid w:val="00932CD7"/>
    <w:rsid w:val="00943BEE"/>
    <w:rsid w:val="00944C09"/>
    <w:rsid w:val="009527CB"/>
    <w:rsid w:val="00953835"/>
    <w:rsid w:val="00960F6C"/>
    <w:rsid w:val="00970747"/>
    <w:rsid w:val="00984320"/>
    <w:rsid w:val="0099541D"/>
    <w:rsid w:val="00997BFC"/>
    <w:rsid w:val="009A124F"/>
    <w:rsid w:val="009A5900"/>
    <w:rsid w:val="009A6E6C"/>
    <w:rsid w:val="009A6F3F"/>
    <w:rsid w:val="009B331A"/>
    <w:rsid w:val="009C2650"/>
    <w:rsid w:val="009D15E2"/>
    <w:rsid w:val="009D15FE"/>
    <w:rsid w:val="009D5D2C"/>
    <w:rsid w:val="009E1C58"/>
    <w:rsid w:val="009E4949"/>
    <w:rsid w:val="009F0DCC"/>
    <w:rsid w:val="009F11CA"/>
    <w:rsid w:val="00A02260"/>
    <w:rsid w:val="00A027D4"/>
    <w:rsid w:val="00A0695B"/>
    <w:rsid w:val="00A13052"/>
    <w:rsid w:val="00A201FD"/>
    <w:rsid w:val="00A216A8"/>
    <w:rsid w:val="00A223A6"/>
    <w:rsid w:val="00A3639E"/>
    <w:rsid w:val="00A5092E"/>
    <w:rsid w:val="00A554D6"/>
    <w:rsid w:val="00A56674"/>
    <w:rsid w:val="00A56E14"/>
    <w:rsid w:val="00A6002E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F3957"/>
    <w:rsid w:val="00B03315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5BC7"/>
    <w:rsid w:val="00B74519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54AE"/>
    <w:rsid w:val="00BC5075"/>
    <w:rsid w:val="00BC5419"/>
    <w:rsid w:val="00BC6045"/>
    <w:rsid w:val="00BD0115"/>
    <w:rsid w:val="00BD3B0F"/>
    <w:rsid w:val="00BD4BBA"/>
    <w:rsid w:val="00BE0098"/>
    <w:rsid w:val="00BE152B"/>
    <w:rsid w:val="00BE3BDF"/>
    <w:rsid w:val="00BE5889"/>
    <w:rsid w:val="00BF0DC8"/>
    <w:rsid w:val="00BF1D4C"/>
    <w:rsid w:val="00BF3F0A"/>
    <w:rsid w:val="00C143C3"/>
    <w:rsid w:val="00C1739B"/>
    <w:rsid w:val="00C21ADE"/>
    <w:rsid w:val="00C21DE1"/>
    <w:rsid w:val="00C24138"/>
    <w:rsid w:val="00C25083"/>
    <w:rsid w:val="00C26067"/>
    <w:rsid w:val="00C30A29"/>
    <w:rsid w:val="00C317DC"/>
    <w:rsid w:val="00C32F37"/>
    <w:rsid w:val="00C41908"/>
    <w:rsid w:val="00C578E9"/>
    <w:rsid w:val="00C61696"/>
    <w:rsid w:val="00C70626"/>
    <w:rsid w:val="00C72860"/>
    <w:rsid w:val="00C73582"/>
    <w:rsid w:val="00C73B90"/>
    <w:rsid w:val="00C742EC"/>
    <w:rsid w:val="00C747EA"/>
    <w:rsid w:val="00C96AF3"/>
    <w:rsid w:val="00C97B29"/>
    <w:rsid w:val="00C97CCC"/>
    <w:rsid w:val="00CA0274"/>
    <w:rsid w:val="00CA139A"/>
    <w:rsid w:val="00CA2F1A"/>
    <w:rsid w:val="00CA51F1"/>
    <w:rsid w:val="00CB746F"/>
    <w:rsid w:val="00CC451E"/>
    <w:rsid w:val="00CD1210"/>
    <w:rsid w:val="00CD4E9D"/>
    <w:rsid w:val="00CD4F4D"/>
    <w:rsid w:val="00CE3BC3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1A1"/>
    <w:rsid w:val="00D115AA"/>
    <w:rsid w:val="00D145BE"/>
    <w:rsid w:val="00D2035A"/>
    <w:rsid w:val="00D20C57"/>
    <w:rsid w:val="00D25D16"/>
    <w:rsid w:val="00D32124"/>
    <w:rsid w:val="00D32621"/>
    <w:rsid w:val="00D33066"/>
    <w:rsid w:val="00D54C76"/>
    <w:rsid w:val="00D632BB"/>
    <w:rsid w:val="00D71E43"/>
    <w:rsid w:val="00D727F3"/>
    <w:rsid w:val="00D73695"/>
    <w:rsid w:val="00D810DE"/>
    <w:rsid w:val="00D87D32"/>
    <w:rsid w:val="00D909E0"/>
    <w:rsid w:val="00D91188"/>
    <w:rsid w:val="00D92C83"/>
    <w:rsid w:val="00D97257"/>
    <w:rsid w:val="00DA0A81"/>
    <w:rsid w:val="00DA1865"/>
    <w:rsid w:val="00DA3C10"/>
    <w:rsid w:val="00DA53B5"/>
    <w:rsid w:val="00DA54B5"/>
    <w:rsid w:val="00DB20AD"/>
    <w:rsid w:val="00DB6B56"/>
    <w:rsid w:val="00DC1D69"/>
    <w:rsid w:val="00DC5A3A"/>
    <w:rsid w:val="00DD0726"/>
    <w:rsid w:val="00DD3C1C"/>
    <w:rsid w:val="00DE321E"/>
    <w:rsid w:val="00DE3DB1"/>
    <w:rsid w:val="00DE6E0D"/>
    <w:rsid w:val="00DF138A"/>
    <w:rsid w:val="00DF3361"/>
    <w:rsid w:val="00DF4D46"/>
    <w:rsid w:val="00DF62A4"/>
    <w:rsid w:val="00E104E1"/>
    <w:rsid w:val="00E12AD9"/>
    <w:rsid w:val="00E217F5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042B"/>
    <w:rsid w:val="00EA2AAF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0CCE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3E35"/>
    <w:rsid w:val="00F76191"/>
    <w:rsid w:val="00F76CC6"/>
    <w:rsid w:val="00F8149F"/>
    <w:rsid w:val="00F83978"/>
    <w:rsid w:val="00F83D7C"/>
    <w:rsid w:val="00F902B5"/>
    <w:rsid w:val="00FB232E"/>
    <w:rsid w:val="00FB6B6E"/>
    <w:rsid w:val="00FC0022"/>
    <w:rsid w:val="00FC3C93"/>
    <w:rsid w:val="00FC5E6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32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077AA-89C8-46BB-8649-E69EBE607C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4E735-59B2-41DC-8D74-3271838FE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392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141</cp:revision>
  <cp:lastPrinted>2016-05-27T05:21:00Z</cp:lastPrinted>
  <dcterms:created xsi:type="dcterms:W3CDTF">2020-08-25T06:08:00Z</dcterms:created>
  <dcterms:modified xsi:type="dcterms:W3CDTF">2021-05-07T22:54:00Z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